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CCB9A" w14:textId="77777777" w:rsidR="004531C8" w:rsidRPr="00713FF3" w:rsidRDefault="004531C8" w:rsidP="007605D4">
      <w:pPr>
        <w:tabs>
          <w:tab w:val="left" w:pos="3580"/>
        </w:tabs>
        <w:jc w:val="both"/>
        <w:sectPr w:rsidR="004531C8" w:rsidRPr="00713FF3" w:rsidSect="00897EE5"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440" w:right="1797" w:bottom="1440" w:left="993" w:header="709" w:footer="709" w:gutter="0"/>
          <w:cols w:space="708"/>
          <w:titlePg/>
          <w:docGrid w:linePitch="360"/>
        </w:sectPr>
      </w:pPr>
    </w:p>
    <w:p w14:paraId="58630706" w14:textId="77777777" w:rsidR="004531C8" w:rsidRPr="00713FF3" w:rsidRDefault="004531C8" w:rsidP="001D0E1F">
      <w:pPr>
        <w:tabs>
          <w:tab w:val="left" w:pos="3580"/>
        </w:tabs>
        <w:jc w:val="both"/>
        <w:sectPr w:rsidR="004531C8" w:rsidRPr="00713FF3">
          <w:type w:val="continuous"/>
          <w:pgSz w:w="11906" w:h="16838" w:code="9"/>
          <w:pgMar w:top="1440" w:right="964" w:bottom="1440" w:left="1797" w:header="709" w:footer="709" w:gutter="0"/>
          <w:cols w:space="708"/>
          <w:formProt w:val="0"/>
          <w:titlePg/>
          <w:docGrid w:linePitch="360"/>
        </w:sectPr>
      </w:pPr>
    </w:p>
    <w:p w14:paraId="27F5A6B6" w14:textId="31486EFC" w:rsidR="004531C8" w:rsidRPr="007605D4" w:rsidRDefault="004531C8" w:rsidP="007605D4">
      <w:pPr>
        <w:tabs>
          <w:tab w:val="left" w:pos="3580"/>
        </w:tabs>
        <w:jc w:val="both"/>
        <w:rPr>
          <w:lang w:val="sv-SE"/>
        </w:rPr>
      </w:pPr>
    </w:p>
    <w:p w14:paraId="16094C3E" w14:textId="77777777" w:rsidR="004531C8" w:rsidRPr="002D7164" w:rsidRDefault="004531C8" w:rsidP="001D0E1F">
      <w:pPr>
        <w:tabs>
          <w:tab w:val="left" w:pos="3580"/>
        </w:tabs>
        <w:jc w:val="both"/>
        <w:rPr>
          <w:lang w:val="sv-SE"/>
        </w:rPr>
      </w:pPr>
    </w:p>
    <w:p w14:paraId="7DBE9BDE" w14:textId="77777777" w:rsidR="004531C8" w:rsidRPr="002D7164" w:rsidRDefault="004531C8" w:rsidP="001D0E1F">
      <w:pPr>
        <w:tabs>
          <w:tab w:val="left" w:pos="3580"/>
        </w:tabs>
        <w:jc w:val="both"/>
        <w:rPr>
          <w:lang w:val="sv-SE"/>
        </w:rPr>
        <w:sectPr w:rsidR="004531C8" w:rsidRPr="002D7164">
          <w:type w:val="continuous"/>
          <w:pgSz w:w="11906" w:h="16838"/>
          <w:pgMar w:top="1259" w:right="567" w:bottom="1440" w:left="1797" w:header="709" w:footer="709" w:gutter="0"/>
          <w:cols w:num="2" w:space="708" w:equalWidth="0">
            <w:col w:w="4689" w:space="708"/>
            <w:col w:w="4145"/>
          </w:cols>
          <w:docGrid w:linePitch="360"/>
        </w:sectPr>
      </w:pPr>
    </w:p>
    <w:p w14:paraId="4CE17AF6" w14:textId="77777777" w:rsidR="004531C8" w:rsidRPr="002D7164" w:rsidRDefault="004531C8" w:rsidP="001D0E1F">
      <w:pPr>
        <w:tabs>
          <w:tab w:val="left" w:pos="3580"/>
        </w:tabs>
        <w:jc w:val="both"/>
        <w:rPr>
          <w:lang w:val="sv-SE"/>
        </w:rPr>
        <w:sectPr w:rsidR="004531C8" w:rsidRPr="002D7164">
          <w:type w:val="continuous"/>
          <w:pgSz w:w="11906" w:h="16838"/>
          <w:pgMar w:top="1259" w:right="964" w:bottom="1440" w:left="1797" w:header="709" w:footer="709" w:gutter="0"/>
          <w:cols w:space="708" w:equalWidth="0">
            <w:col w:w="9142" w:space="708"/>
          </w:cols>
          <w:docGrid w:linePitch="360"/>
        </w:sectPr>
      </w:pPr>
    </w:p>
    <w:p w14:paraId="57F215E3" w14:textId="77777777" w:rsidR="00971DDE" w:rsidRDefault="00971DDE" w:rsidP="001D0E1F">
      <w:pPr>
        <w:tabs>
          <w:tab w:val="left" w:pos="3580"/>
        </w:tabs>
        <w:jc w:val="both"/>
        <w:rPr>
          <w:b/>
          <w:bCs/>
          <w:lang w:val="sv-SE"/>
        </w:rPr>
      </w:pPr>
    </w:p>
    <w:p w14:paraId="666AC100" w14:textId="77777777" w:rsidR="00392480" w:rsidRDefault="00392480" w:rsidP="001D0E1F">
      <w:pPr>
        <w:tabs>
          <w:tab w:val="left" w:pos="3580"/>
        </w:tabs>
        <w:jc w:val="both"/>
        <w:rPr>
          <w:b/>
          <w:bCs/>
          <w:lang w:val="sv-SE"/>
        </w:rPr>
      </w:pPr>
    </w:p>
    <w:p w14:paraId="60A6D084" w14:textId="77777777" w:rsidR="00971DDE" w:rsidRDefault="00971DDE" w:rsidP="001D0E1F">
      <w:pPr>
        <w:tabs>
          <w:tab w:val="left" w:pos="3580"/>
        </w:tabs>
        <w:jc w:val="both"/>
        <w:rPr>
          <w:b/>
          <w:bCs/>
          <w:lang w:val="sv-SE"/>
        </w:rPr>
      </w:pPr>
    </w:p>
    <w:p w14:paraId="08EC34BC" w14:textId="737E38B7" w:rsidR="00917DAA" w:rsidRDefault="00917DAA" w:rsidP="001D0E1F">
      <w:pPr>
        <w:tabs>
          <w:tab w:val="left" w:pos="3580"/>
        </w:tabs>
        <w:jc w:val="both"/>
        <w:rPr>
          <w:b/>
          <w:bCs/>
          <w:lang w:val="sv-SE"/>
        </w:rPr>
      </w:pPr>
      <w:r w:rsidRPr="00917DAA">
        <w:rPr>
          <w:b/>
          <w:bCs/>
          <w:lang w:val="sv-SE"/>
        </w:rPr>
        <w:t xml:space="preserve">Hooldus - ja remonttööd </w:t>
      </w:r>
      <w:r w:rsidR="009530D8">
        <w:rPr>
          <w:b/>
          <w:bCs/>
          <w:lang w:val="sv-SE"/>
        </w:rPr>
        <w:t>liigvee ärajuhtimine vanade kuivenduskraavide puhastus</w:t>
      </w:r>
    </w:p>
    <w:p w14:paraId="3AC76121" w14:textId="7E137430" w:rsidR="004531C8" w:rsidRPr="00917DAA" w:rsidRDefault="00917DAA" w:rsidP="001D0E1F">
      <w:pPr>
        <w:tabs>
          <w:tab w:val="left" w:pos="3580"/>
        </w:tabs>
        <w:jc w:val="both"/>
        <w:rPr>
          <w:b/>
          <w:bCs/>
          <w:lang w:val="sv-SE"/>
        </w:rPr>
      </w:pPr>
      <w:r w:rsidRPr="00917DAA">
        <w:rPr>
          <w:b/>
          <w:bCs/>
          <w:lang w:val="sv-SE"/>
        </w:rPr>
        <w:t xml:space="preserve">Gaasitorustiku kaitsevööndis </w:t>
      </w:r>
    </w:p>
    <w:p w14:paraId="3BAE20D1" w14:textId="77777777" w:rsidR="00917DAA" w:rsidRDefault="00917DAA" w:rsidP="001D0E1F">
      <w:pPr>
        <w:tabs>
          <w:tab w:val="left" w:pos="3580"/>
        </w:tabs>
        <w:jc w:val="both"/>
        <w:rPr>
          <w:b/>
          <w:bCs/>
          <w:lang w:val="sv-SE"/>
        </w:rPr>
      </w:pPr>
    </w:p>
    <w:p w14:paraId="5F041846" w14:textId="77777777" w:rsidR="00713FF3" w:rsidRPr="00370874" w:rsidRDefault="00713FF3" w:rsidP="001D0E1F">
      <w:pPr>
        <w:tabs>
          <w:tab w:val="left" w:pos="3580"/>
        </w:tabs>
        <w:jc w:val="both"/>
        <w:rPr>
          <w:lang w:val="sv-SE"/>
        </w:rPr>
      </w:pPr>
    </w:p>
    <w:p w14:paraId="2B250AC2" w14:textId="78919CC7" w:rsidR="00917DAA" w:rsidRPr="001C4B27" w:rsidRDefault="007B5CEC" w:rsidP="00EA7C61">
      <w:pPr>
        <w:pStyle w:val="Eleringplank12"/>
        <w:jc w:val="both"/>
      </w:pPr>
      <w:bookmarkStart w:id="0" w:name="_Hlk187155288"/>
      <w:r>
        <w:t xml:space="preserve">Pöördume teie poole seoses vajadusega teostada </w:t>
      </w:r>
      <w:r w:rsidR="0080199F">
        <w:t xml:space="preserve">RMK </w:t>
      </w:r>
      <w:r w:rsidR="00A95C55">
        <w:t>kuuluvad kinnistud</w:t>
      </w:r>
      <w:r w:rsidR="004712D0">
        <w:t>91501:005:0029 ,18502:005:0044 ,</w:t>
      </w:r>
      <w:proofErr w:type="spellStart"/>
      <w:r w:rsidR="004712D0">
        <w:t>K</w:t>
      </w:r>
      <w:r w:rsidR="00ED41D0">
        <w:t>astre</w:t>
      </w:r>
      <w:proofErr w:type="spellEnd"/>
      <w:r w:rsidR="00ED41D0">
        <w:t xml:space="preserve"> metskond </w:t>
      </w:r>
      <w:r w:rsidR="006364A0">
        <w:t>51,221</w:t>
      </w:r>
      <w:r>
        <w:t xml:space="preserve"> alal asuva gaasitorustiku hooldus- ja remonttöid. </w:t>
      </w:r>
      <w:bookmarkEnd w:id="0"/>
      <w:r w:rsidR="00CE79E8" w:rsidRPr="001C4B27">
        <w:t xml:space="preserve"> läbib Elering AS-ile kuuluv  D</w:t>
      </w:r>
      <w:r w:rsidR="00B67A81" w:rsidRPr="001C4B27">
        <w:t>-</w:t>
      </w:r>
      <w:r w:rsidR="00CE79E8" w:rsidRPr="001C4B27">
        <w:t xml:space="preserve">kategooria </w:t>
      </w:r>
      <w:r w:rsidR="00CE79E8" w:rsidRPr="001C4B27">
        <w:rPr>
          <w:color w:val="auto"/>
        </w:rPr>
        <w:t xml:space="preserve">ülekande </w:t>
      </w:r>
      <w:r w:rsidR="00917DAA" w:rsidRPr="001C4B27">
        <w:rPr>
          <w:color w:val="auto"/>
        </w:rPr>
        <w:t>G</w:t>
      </w:r>
      <w:r w:rsidR="00CE79E8" w:rsidRPr="001C4B27">
        <w:rPr>
          <w:color w:val="auto"/>
        </w:rPr>
        <w:t xml:space="preserve">aasitorustik </w:t>
      </w:r>
      <w:proofErr w:type="spellStart"/>
      <w:r w:rsidR="00387916">
        <w:rPr>
          <w:color w:val="auto"/>
        </w:rPr>
        <w:t>Isborska</w:t>
      </w:r>
      <w:proofErr w:type="spellEnd"/>
      <w:r w:rsidR="00387916">
        <w:rPr>
          <w:color w:val="auto"/>
        </w:rPr>
        <w:t xml:space="preserve"> -</w:t>
      </w:r>
      <w:r w:rsidR="00C2549C">
        <w:rPr>
          <w:color w:val="auto"/>
        </w:rPr>
        <w:t>Tartu</w:t>
      </w:r>
      <w:r w:rsidR="00CE79E8" w:rsidRPr="001C4B27">
        <w:rPr>
          <w:color w:val="auto"/>
        </w:rPr>
        <w:t xml:space="preserve">, mille nominaalne läbimõõt on </w:t>
      </w:r>
      <w:r w:rsidR="00CE79E8" w:rsidRPr="001C4B27">
        <w:t>DN</w:t>
      </w:r>
      <w:r w:rsidR="00E81247">
        <w:t>530</w:t>
      </w:r>
      <w:r w:rsidR="00CE79E8" w:rsidRPr="001C4B27">
        <w:t xml:space="preserve"> mm</w:t>
      </w:r>
      <w:r w:rsidR="001D0E1F" w:rsidRPr="001C4B27">
        <w:t xml:space="preserve"> </w:t>
      </w:r>
      <w:r w:rsidR="00CE79E8" w:rsidRPr="001C4B27">
        <w:t>ja projekteeritud töörõhk 54 bar</w:t>
      </w:r>
      <w:r w:rsidR="001D0E1F" w:rsidRPr="001C4B27">
        <w:t xml:space="preserve"> (siin aja edaspidi nimetatud kui Gaasitor</w:t>
      </w:r>
      <w:r>
        <w:t>u</w:t>
      </w:r>
      <w:r w:rsidR="001D0E1F" w:rsidRPr="001C4B27">
        <w:t>stik)</w:t>
      </w:r>
      <w:r w:rsidR="00CE79E8" w:rsidRPr="001C4B27">
        <w:t xml:space="preserve">. </w:t>
      </w:r>
    </w:p>
    <w:p w14:paraId="634A6D3F" w14:textId="2323B009" w:rsidR="00794681" w:rsidRPr="001C4B27" w:rsidRDefault="00CE79E8" w:rsidP="00EA7C61">
      <w:pPr>
        <w:pStyle w:val="Eleringplank12"/>
        <w:jc w:val="both"/>
      </w:pPr>
      <w:r w:rsidRPr="001C4B27">
        <w:t>Gaasitorustiku kaitsevööndi ulatus on 10 meetrit gaasitorustiku teljest mõlemale poole (MTM määrus nr 73, § 13).</w:t>
      </w:r>
    </w:p>
    <w:p w14:paraId="1AA70FA0" w14:textId="77777777" w:rsidR="0074279E" w:rsidRPr="001C4B27" w:rsidRDefault="0074279E" w:rsidP="00EA7C61">
      <w:pPr>
        <w:pStyle w:val="Eleringplank12"/>
        <w:jc w:val="both"/>
      </w:pPr>
    </w:p>
    <w:p w14:paraId="4C8558F9" w14:textId="34955CE4" w:rsidR="00794681" w:rsidRPr="001C4B27" w:rsidRDefault="00CE79E8" w:rsidP="00EA7C61">
      <w:pPr>
        <w:pStyle w:val="Eleringplank12"/>
        <w:jc w:val="both"/>
      </w:pPr>
      <w:r w:rsidRPr="001C4B27">
        <w:t>Elering AS</w:t>
      </w:r>
      <w:r w:rsidR="007B5CEC">
        <w:t>-il on vajalik</w:t>
      </w:r>
      <w:r w:rsidRPr="001C4B27">
        <w:t xml:space="preserve"> teostada</w:t>
      </w:r>
      <w:r w:rsidR="00370874" w:rsidRPr="001C4B27">
        <w:t xml:space="preserve"> </w:t>
      </w:r>
      <w:r w:rsidR="006E078D">
        <w:t>vanade</w:t>
      </w:r>
      <w:r w:rsidR="00B14401">
        <w:t xml:space="preserve"> </w:t>
      </w:r>
      <w:r w:rsidR="006E078D">
        <w:t xml:space="preserve">kuivenduskraavide </w:t>
      </w:r>
      <w:r w:rsidR="00B14401">
        <w:t>puhastust</w:t>
      </w:r>
      <w:r w:rsidRPr="001C4B27">
        <w:t xml:space="preserve"> Gaasitorustiku kaitsevööndis hooldus</w:t>
      </w:r>
      <w:r w:rsidR="00917DAA" w:rsidRPr="001C4B27">
        <w:t>-</w:t>
      </w:r>
      <w:r w:rsidR="000673F3" w:rsidRPr="001C4B27">
        <w:t xml:space="preserve"> ja remont</w:t>
      </w:r>
      <w:r w:rsidRPr="001C4B27">
        <w:t>töid</w:t>
      </w:r>
      <w:r w:rsidR="00D207C3" w:rsidRPr="001C4B27">
        <w:t xml:space="preserve"> ajavahemikul </w:t>
      </w:r>
      <w:r w:rsidR="008467CC">
        <w:t>oktoober november</w:t>
      </w:r>
      <w:r w:rsidR="00D207C3" w:rsidRPr="001C4B27">
        <w:t xml:space="preserve"> 202</w:t>
      </w:r>
      <w:r w:rsidR="00370874" w:rsidRPr="001C4B27">
        <w:t>5</w:t>
      </w:r>
      <w:r w:rsidR="002F7CD1" w:rsidRPr="001C4B27">
        <w:t xml:space="preserve"> </w:t>
      </w:r>
      <w:r w:rsidR="007B5CEC">
        <w:t>kuni</w:t>
      </w:r>
      <w:r w:rsidR="00D207C3" w:rsidRPr="001C4B27">
        <w:t xml:space="preserve">  </w:t>
      </w:r>
      <w:r w:rsidR="00797D53" w:rsidRPr="001C4B27">
        <w:t xml:space="preserve">järgnevatel </w:t>
      </w:r>
      <w:r w:rsidRPr="001C4B27">
        <w:t>kinnistutel:</w:t>
      </w:r>
    </w:p>
    <w:p w14:paraId="5FE1CA1C" w14:textId="547E8BB9" w:rsidR="00370874" w:rsidRDefault="00B2335B" w:rsidP="00077649">
      <w:pPr>
        <w:pStyle w:val="Eleringplank12"/>
        <w:ind w:left="720"/>
        <w:jc w:val="both"/>
        <w:rPr>
          <w:color w:val="auto"/>
        </w:rPr>
      </w:pPr>
      <w:r>
        <w:rPr>
          <w:color w:val="auto"/>
        </w:rPr>
        <w:t>1,Kastre metskond</w:t>
      </w:r>
      <w:r w:rsidR="00681439">
        <w:rPr>
          <w:color w:val="auto"/>
        </w:rPr>
        <w:t xml:space="preserve"> 51 91:005:0029.</w:t>
      </w:r>
    </w:p>
    <w:p w14:paraId="1777BDC1" w14:textId="162BF648" w:rsidR="0034384A" w:rsidRPr="006F391C" w:rsidRDefault="00681439" w:rsidP="006F391C">
      <w:pPr>
        <w:pStyle w:val="Eleringplank12"/>
        <w:ind w:left="720"/>
        <w:jc w:val="both"/>
        <w:rPr>
          <w:color w:val="auto"/>
        </w:rPr>
      </w:pPr>
      <w:r>
        <w:rPr>
          <w:color w:val="auto"/>
        </w:rPr>
        <w:t>2.</w:t>
      </w:r>
      <w:r w:rsidR="00FB6F32">
        <w:rPr>
          <w:color w:val="auto"/>
        </w:rPr>
        <w:t>K</w:t>
      </w:r>
      <w:r w:rsidR="00AF52F4">
        <w:rPr>
          <w:color w:val="auto"/>
        </w:rPr>
        <w:t>astre metskond 18502:005:</w:t>
      </w:r>
      <w:r w:rsidR="006F391C">
        <w:rPr>
          <w:color w:val="auto"/>
        </w:rPr>
        <w:t>044</w:t>
      </w:r>
    </w:p>
    <w:p w14:paraId="5E2A9E94" w14:textId="77777777" w:rsidR="0074279E" w:rsidRPr="001C4B27" w:rsidRDefault="0074279E" w:rsidP="00EA7C61">
      <w:pPr>
        <w:pStyle w:val="Eleringplank12"/>
        <w:jc w:val="both"/>
      </w:pPr>
    </w:p>
    <w:p w14:paraId="723BB27E" w14:textId="524184BA" w:rsidR="0074279E" w:rsidRPr="001C4B27" w:rsidRDefault="00A22FFC" w:rsidP="00EA7C61">
      <w:pPr>
        <w:pStyle w:val="Eleringplank12"/>
        <w:jc w:val="both"/>
      </w:pPr>
      <w:r w:rsidRPr="001C4B27">
        <w:rPr>
          <w:color w:val="auto"/>
          <w:u w:val="single"/>
        </w:rPr>
        <w:t xml:space="preserve">Juhime tähelepanu, et </w:t>
      </w:r>
      <w:r w:rsidR="0074279E" w:rsidRPr="001C4B27">
        <w:rPr>
          <w:color w:val="auto"/>
          <w:u w:val="single"/>
        </w:rPr>
        <w:t xml:space="preserve">Gaasitorustik võib olla potentsiaalne ohu allikas kui </w:t>
      </w:r>
      <w:r w:rsidR="00917DAA" w:rsidRPr="001C4B27">
        <w:rPr>
          <w:color w:val="auto"/>
          <w:u w:val="single"/>
        </w:rPr>
        <w:t>Gaasi</w:t>
      </w:r>
      <w:r w:rsidR="0074279E" w:rsidRPr="001C4B27">
        <w:rPr>
          <w:color w:val="auto"/>
          <w:u w:val="single"/>
        </w:rPr>
        <w:t>torustiku hooldus</w:t>
      </w:r>
      <w:r w:rsidR="00917DAA" w:rsidRPr="001C4B27">
        <w:rPr>
          <w:color w:val="auto"/>
          <w:u w:val="single"/>
        </w:rPr>
        <w:t>- ja remonttööd</w:t>
      </w:r>
      <w:r w:rsidR="0074279E" w:rsidRPr="001C4B27">
        <w:rPr>
          <w:color w:val="auto"/>
          <w:u w:val="single"/>
        </w:rPr>
        <w:t xml:space="preserve"> ei ole piisavad.</w:t>
      </w:r>
      <w:r w:rsidR="007B5CEC">
        <w:rPr>
          <w:color w:val="auto"/>
          <w:u w:val="single"/>
        </w:rPr>
        <w:t xml:space="preserve"> Lisaks on Gaasitorustiku näol tegemist väga olulise energiataristu osaga, millest sõltub Eesti ja Eesti naaberriikide energia varustuskindlus.</w:t>
      </w:r>
    </w:p>
    <w:p w14:paraId="0CF42CC0" w14:textId="77777777" w:rsidR="00917DAA" w:rsidRPr="001C4B27" w:rsidRDefault="00917DAA" w:rsidP="00EA7C61">
      <w:pPr>
        <w:pStyle w:val="Eleringplank12"/>
        <w:jc w:val="both"/>
      </w:pPr>
    </w:p>
    <w:p w14:paraId="007AEE99" w14:textId="61872C47" w:rsidR="00264FFF" w:rsidRPr="001C4B27" w:rsidRDefault="00F20FEB" w:rsidP="00EA7C61">
      <w:pPr>
        <w:pStyle w:val="Eleringplank12"/>
        <w:jc w:val="both"/>
      </w:pPr>
      <w:r>
        <w:t>Elering AS</w:t>
      </w:r>
      <w:r w:rsidR="007B5CEC">
        <w:t>-i</w:t>
      </w:r>
      <w:r>
        <w:t xml:space="preserve"> </w:t>
      </w:r>
      <w:r w:rsidR="003B0F0A" w:rsidRPr="001C4B27">
        <w:t>202</w:t>
      </w:r>
      <w:r w:rsidR="00565C89">
        <w:t>6</w:t>
      </w:r>
      <w:r w:rsidR="007B5CEC">
        <w:t>.</w:t>
      </w:r>
      <w:r w:rsidR="003B0F0A" w:rsidRPr="001C4B27">
        <w:t xml:space="preserve"> aasta </w:t>
      </w:r>
      <w:r w:rsidR="002D7164" w:rsidRPr="001C4B27">
        <w:t xml:space="preserve">Gaasitorustiku </w:t>
      </w:r>
      <w:proofErr w:type="spellStart"/>
      <w:r w:rsidR="002D7164" w:rsidRPr="001C4B27">
        <w:t>hoooldus</w:t>
      </w:r>
      <w:proofErr w:type="spellEnd"/>
      <w:r w:rsidR="002D7164" w:rsidRPr="001C4B27">
        <w:t xml:space="preserve">- ja </w:t>
      </w:r>
      <w:r w:rsidR="007B5CEC" w:rsidRPr="001C4B27">
        <w:t>remon</w:t>
      </w:r>
      <w:r w:rsidR="007B5CEC">
        <w:t>dikav</w:t>
      </w:r>
      <w:r w:rsidR="000C743B">
        <w:t xml:space="preserve"> </w:t>
      </w:r>
      <w:r w:rsidR="003B0F0A" w:rsidRPr="001C4B27">
        <w:t xml:space="preserve">paikneva Gaasitorustiku </w:t>
      </w:r>
      <w:r w:rsidR="00A22FFC" w:rsidRPr="001C4B27">
        <w:t xml:space="preserve">kaitsevööndis alljärgnevad </w:t>
      </w:r>
      <w:r>
        <w:t>hooldus-remont</w:t>
      </w:r>
      <w:r w:rsidR="00A22FFC" w:rsidRPr="001C4B27">
        <w:t>tööd:</w:t>
      </w:r>
    </w:p>
    <w:p w14:paraId="25053616" w14:textId="039BF0D2" w:rsidR="00096091" w:rsidRPr="00565C89" w:rsidRDefault="00096091" w:rsidP="00565C89">
      <w:pPr>
        <w:pStyle w:val="ListParagraph"/>
        <w:ind w:left="709"/>
        <w:contextualSpacing w:val="0"/>
        <w:rPr>
          <w:rFonts w:ascii="Times New Roman" w:hAnsi="Times New Roman"/>
          <w:sz w:val="24"/>
        </w:rPr>
      </w:pPr>
    </w:p>
    <w:p w14:paraId="0728BD1D" w14:textId="6BAB1CBB" w:rsidR="003A436B" w:rsidRPr="002F439C" w:rsidRDefault="00096091" w:rsidP="002F439C">
      <w:pPr>
        <w:pStyle w:val="ListParagraph"/>
        <w:ind w:hanging="294"/>
        <w:rPr>
          <w:rFonts w:ascii="Times New Roman" w:hAnsi="Times New Roman"/>
          <w:sz w:val="24"/>
          <w:lang w:val="sv-SE"/>
        </w:rPr>
      </w:pPr>
      <w:r w:rsidRPr="001C4B27">
        <w:rPr>
          <w:rFonts w:ascii="Times New Roman" w:hAnsi="Times New Roman"/>
          <w:sz w:val="24"/>
          <w:lang w:val="sv-SE"/>
        </w:rPr>
        <w:t xml:space="preserve">2.1 </w:t>
      </w:r>
      <w:r w:rsidR="003A436B" w:rsidRPr="001C4B27">
        <w:rPr>
          <w:rFonts w:ascii="Times New Roman" w:hAnsi="Times New Roman"/>
          <w:sz w:val="24"/>
          <w:lang w:val="sv-SE"/>
        </w:rPr>
        <w:t>Gaasitoru kaitseisolatsiooni vahetusalas on Gaasitorustiku kaitsevöönd väga märg ala ja gaasitoru paigaldussügavu</w:t>
      </w:r>
      <w:r w:rsidR="002F439C">
        <w:rPr>
          <w:rFonts w:ascii="Times New Roman" w:hAnsi="Times New Roman"/>
          <w:sz w:val="24"/>
          <w:lang w:val="sv-SE"/>
        </w:rPr>
        <w:t>s väga madal</w:t>
      </w:r>
      <w:r w:rsidR="00270CC7">
        <w:rPr>
          <w:rFonts w:ascii="Times New Roman" w:hAnsi="Times New Roman"/>
          <w:sz w:val="24"/>
          <w:lang w:val="sv-SE"/>
        </w:rPr>
        <w:t>.</w:t>
      </w:r>
    </w:p>
    <w:p w14:paraId="3F80201A" w14:textId="25B909C6" w:rsidR="00C85C85" w:rsidRDefault="00C85C85" w:rsidP="003A436B">
      <w:pPr>
        <w:ind w:left="720"/>
        <w:rPr>
          <w:lang w:val="sv-SE"/>
        </w:rPr>
      </w:pPr>
      <w:r>
        <w:rPr>
          <w:lang w:val="sv-SE"/>
        </w:rPr>
        <w:t>K</w:t>
      </w:r>
      <w:r w:rsidRPr="00C85C85">
        <w:rPr>
          <w:lang w:val="sv-SE"/>
        </w:rPr>
        <w:t>aitseisolatsiooni vahetus</w:t>
      </w:r>
      <w:r>
        <w:rPr>
          <w:lang w:val="sv-SE"/>
        </w:rPr>
        <w:t>tööd teostavad inimesed lahti</w:t>
      </w:r>
      <w:r w:rsidR="00392480">
        <w:rPr>
          <w:lang w:val="sv-SE"/>
        </w:rPr>
        <w:t>ses</w:t>
      </w:r>
      <w:r w:rsidR="005763FC">
        <w:rPr>
          <w:lang w:val="sv-SE"/>
        </w:rPr>
        <w:t xml:space="preserve"> </w:t>
      </w:r>
      <w:r>
        <w:rPr>
          <w:lang w:val="sv-SE"/>
        </w:rPr>
        <w:t>kaevikus käsitsi tööna.</w:t>
      </w:r>
    </w:p>
    <w:p w14:paraId="05E3ADCD" w14:textId="0DD52AF5" w:rsidR="003A436B" w:rsidRPr="001C4B27" w:rsidRDefault="00392480" w:rsidP="003A436B">
      <w:pPr>
        <w:ind w:left="720"/>
        <w:rPr>
          <w:lang w:val="sv-SE"/>
        </w:rPr>
      </w:pPr>
      <w:r>
        <w:rPr>
          <w:lang w:val="sv-SE"/>
        </w:rPr>
        <w:t>Selleks, e</w:t>
      </w:r>
      <w:r w:rsidR="003A436B" w:rsidRPr="001C4B27">
        <w:rPr>
          <w:lang w:val="sv-SE"/>
        </w:rPr>
        <w:t xml:space="preserve">t remonttöid kvaliteetselt ja ohutult teostata on </w:t>
      </w:r>
      <w:r w:rsidRPr="001C4B27">
        <w:rPr>
          <w:lang w:val="sv-SE"/>
        </w:rPr>
        <w:t>vaja</w:t>
      </w:r>
      <w:r>
        <w:rPr>
          <w:lang w:val="sv-SE"/>
        </w:rPr>
        <w:t>lik</w:t>
      </w:r>
      <w:r w:rsidRPr="001C4B27">
        <w:rPr>
          <w:lang w:val="sv-SE"/>
        </w:rPr>
        <w:t xml:space="preserve">s </w:t>
      </w:r>
      <w:r w:rsidR="003A436B" w:rsidRPr="001C4B27">
        <w:rPr>
          <w:lang w:val="sv-SE"/>
        </w:rPr>
        <w:t>Gaasitorustiku kaitsevööndi</w:t>
      </w:r>
      <w:r>
        <w:rPr>
          <w:lang w:val="sv-SE"/>
        </w:rPr>
        <w:t>sse</w:t>
      </w:r>
      <w:r w:rsidR="003A436B" w:rsidRPr="001C4B27">
        <w:rPr>
          <w:lang w:val="sv-SE"/>
        </w:rPr>
        <w:t xml:space="preserve"> </w:t>
      </w:r>
      <w:r w:rsidR="00AC6852">
        <w:rPr>
          <w:lang w:val="sv-SE"/>
        </w:rPr>
        <w:t xml:space="preserve"> puhastada</w:t>
      </w:r>
      <w:r w:rsidR="00130850">
        <w:rPr>
          <w:lang w:val="sv-SE"/>
        </w:rPr>
        <w:t xml:space="preserve"> olemas olevad </w:t>
      </w:r>
      <w:r w:rsidR="003A436B" w:rsidRPr="001C4B27">
        <w:rPr>
          <w:lang w:val="sv-SE"/>
        </w:rPr>
        <w:t xml:space="preserve">kuivenduskraav   </w:t>
      </w:r>
      <w:r w:rsidR="001C4B27" w:rsidRPr="001C4B27">
        <w:rPr>
          <w:lang w:val="sv-SE"/>
        </w:rPr>
        <w:t>kaitsevööndi äärd</w:t>
      </w:r>
      <w:r>
        <w:rPr>
          <w:lang w:val="sv-SE"/>
        </w:rPr>
        <w:t>e</w:t>
      </w:r>
      <w:r w:rsidR="001C4B27" w:rsidRPr="001C4B27">
        <w:rPr>
          <w:lang w:val="sv-SE"/>
        </w:rPr>
        <w:t xml:space="preserve"> </w:t>
      </w:r>
      <w:r w:rsidR="003A436B" w:rsidRPr="001C4B27">
        <w:rPr>
          <w:lang w:val="sv-SE"/>
        </w:rPr>
        <w:t xml:space="preserve">ca </w:t>
      </w:r>
      <w:r w:rsidR="001C4B27" w:rsidRPr="001C4B27">
        <w:rPr>
          <w:lang w:val="sv-SE"/>
        </w:rPr>
        <w:t xml:space="preserve">.Väljakaevatud pinnas planeeritakse </w:t>
      </w:r>
      <w:r>
        <w:rPr>
          <w:lang w:val="sv-SE"/>
        </w:rPr>
        <w:t>G</w:t>
      </w:r>
      <w:r w:rsidR="001C4B27" w:rsidRPr="001C4B27">
        <w:rPr>
          <w:lang w:val="sv-SE"/>
        </w:rPr>
        <w:t>aasitorustiku</w:t>
      </w:r>
      <w:r w:rsidR="00C85C85">
        <w:rPr>
          <w:lang w:val="sv-SE"/>
        </w:rPr>
        <w:t xml:space="preserve"> kaitseks </w:t>
      </w:r>
      <w:r>
        <w:rPr>
          <w:lang w:val="sv-SE"/>
        </w:rPr>
        <w:t xml:space="preserve"> torustiku kohale</w:t>
      </w:r>
      <w:r w:rsidR="001C4B27" w:rsidRPr="001C4B27">
        <w:rPr>
          <w:lang w:val="sv-SE"/>
        </w:rPr>
        <w:t>.</w:t>
      </w:r>
    </w:p>
    <w:p w14:paraId="794C7D8B" w14:textId="223DD850" w:rsidR="00DD74B4" w:rsidRPr="00662C29" w:rsidRDefault="00DD74B4" w:rsidP="003A436B">
      <w:pPr>
        <w:ind w:firstLine="720"/>
        <w:rPr>
          <w:lang w:val="sv-SE"/>
        </w:rPr>
      </w:pPr>
      <w:r w:rsidRPr="00662C29">
        <w:rPr>
          <w:lang w:val="sv-SE"/>
        </w:rPr>
        <w:t xml:space="preserve">Lisa </w:t>
      </w:r>
      <w:r w:rsidR="00662C29" w:rsidRPr="00662C29">
        <w:rPr>
          <w:lang w:val="sv-SE"/>
        </w:rPr>
        <w:t>1</w:t>
      </w:r>
      <w:r w:rsidR="006F7348" w:rsidRPr="00662C29">
        <w:rPr>
          <w:lang w:val="sv-SE"/>
        </w:rPr>
        <w:t xml:space="preserve"> </w:t>
      </w:r>
    </w:p>
    <w:p w14:paraId="24F306F9" w14:textId="58FE3186" w:rsidR="0007065D" w:rsidRPr="00662C29" w:rsidRDefault="006F7348" w:rsidP="00C85C85">
      <w:pPr>
        <w:pStyle w:val="ListParagraph"/>
        <w:spacing w:before="120" w:after="100" w:afterAutospacing="1"/>
        <w:rPr>
          <w:rFonts w:ascii="Times New Roman" w:hAnsi="Times New Roman"/>
          <w:sz w:val="24"/>
          <w:lang w:val="sv-SE"/>
        </w:rPr>
      </w:pPr>
      <w:r w:rsidRPr="00C85C85">
        <w:rPr>
          <w:rFonts w:ascii="Times New Roman" w:hAnsi="Times New Roman"/>
          <w:sz w:val="24"/>
          <w:u w:val="single"/>
          <w:lang w:val="sv-SE"/>
        </w:rPr>
        <w:t xml:space="preserve">Tööde läbiviimise aeg: </w:t>
      </w:r>
      <w:r w:rsidR="00F56BB2" w:rsidRPr="00C85C85">
        <w:rPr>
          <w:rFonts w:ascii="Times New Roman" w:hAnsi="Times New Roman"/>
          <w:sz w:val="24"/>
          <w:u w:val="single"/>
          <w:lang w:val="sv-SE"/>
        </w:rPr>
        <w:t xml:space="preserve"> </w:t>
      </w:r>
      <w:r w:rsidR="00913F5C">
        <w:rPr>
          <w:rFonts w:ascii="Times New Roman" w:hAnsi="Times New Roman"/>
          <w:sz w:val="24"/>
          <w:u w:val="single"/>
          <w:lang w:val="sv-SE"/>
        </w:rPr>
        <w:t>aprill</w:t>
      </w:r>
      <w:r w:rsidR="00C85C85">
        <w:rPr>
          <w:rFonts w:ascii="Times New Roman" w:hAnsi="Times New Roman"/>
          <w:sz w:val="24"/>
          <w:u w:val="single"/>
          <w:lang w:val="sv-SE"/>
        </w:rPr>
        <w:t xml:space="preserve"> 202</w:t>
      </w:r>
      <w:r w:rsidR="00270CC7">
        <w:rPr>
          <w:rFonts w:ascii="Times New Roman" w:hAnsi="Times New Roman"/>
          <w:sz w:val="24"/>
          <w:u w:val="single"/>
          <w:lang w:val="sv-SE"/>
        </w:rPr>
        <w:t>6</w:t>
      </w:r>
      <w:r w:rsidR="00C85C85">
        <w:rPr>
          <w:rFonts w:ascii="Times New Roman" w:hAnsi="Times New Roman"/>
          <w:sz w:val="24"/>
          <w:u w:val="single"/>
          <w:lang w:val="sv-SE"/>
        </w:rPr>
        <w:t xml:space="preserve"> -</w:t>
      </w:r>
      <w:r w:rsidR="001C4B27" w:rsidRPr="00C85C85">
        <w:rPr>
          <w:rFonts w:ascii="Times New Roman" w:hAnsi="Times New Roman"/>
          <w:sz w:val="24"/>
          <w:u w:val="single"/>
          <w:lang w:val="sv-SE"/>
        </w:rPr>
        <w:t>juuni</w:t>
      </w:r>
      <w:r w:rsidR="00F56BB2" w:rsidRPr="00C85C85">
        <w:rPr>
          <w:rFonts w:ascii="Times New Roman" w:hAnsi="Times New Roman"/>
          <w:sz w:val="24"/>
          <w:u w:val="single"/>
          <w:lang w:val="sv-SE"/>
        </w:rPr>
        <w:t xml:space="preserve"> 202</w:t>
      </w:r>
      <w:r w:rsidR="00913F5C">
        <w:rPr>
          <w:rFonts w:ascii="Times New Roman" w:hAnsi="Times New Roman"/>
          <w:sz w:val="24"/>
          <w:u w:val="single"/>
          <w:lang w:val="sv-SE"/>
        </w:rPr>
        <w:t>6</w:t>
      </w:r>
      <w:r w:rsidR="00F56BB2" w:rsidRPr="00662C29">
        <w:rPr>
          <w:rFonts w:ascii="Times New Roman" w:hAnsi="Times New Roman"/>
          <w:sz w:val="24"/>
          <w:lang w:val="sv-SE"/>
        </w:rPr>
        <w:t>.</w:t>
      </w:r>
    </w:p>
    <w:p w14:paraId="4208F1D2" w14:textId="2732DB6D" w:rsidR="00241535" w:rsidRPr="001C4B27" w:rsidRDefault="0007065D" w:rsidP="00C85C85">
      <w:pPr>
        <w:ind w:left="720" w:hanging="294"/>
        <w:rPr>
          <w:lang w:val="sv-SE"/>
        </w:rPr>
      </w:pPr>
      <w:r w:rsidRPr="001C4B27">
        <w:rPr>
          <w:lang w:val="sv-SE"/>
        </w:rPr>
        <w:t xml:space="preserve">2.2 Kogu kinnistu </w:t>
      </w:r>
      <w:r w:rsidR="00A05811">
        <w:rPr>
          <w:lang w:val="sv-SE"/>
        </w:rPr>
        <w:t xml:space="preserve">Kstre </w:t>
      </w:r>
      <w:r w:rsidR="00C85C85" w:rsidRPr="00C85C85">
        <w:rPr>
          <w:lang w:val="sv-SE"/>
        </w:rPr>
        <w:t xml:space="preserve">metskond 1 </w:t>
      </w:r>
      <w:r w:rsidRPr="001C4B27">
        <w:rPr>
          <w:lang w:val="sv-SE"/>
        </w:rPr>
        <w:t>ulatuses Gaasitorustiku kaitsevööndi pinnase planeerimistööd.</w:t>
      </w:r>
    </w:p>
    <w:p w14:paraId="318113D8" w14:textId="70ED4B64" w:rsidR="0007065D" w:rsidRPr="001C4B27" w:rsidRDefault="0007065D" w:rsidP="0007065D">
      <w:pPr>
        <w:ind w:firstLine="426"/>
        <w:rPr>
          <w:b/>
          <w:bCs/>
          <w:color w:val="FF0000"/>
          <w:lang w:val="sv-SE"/>
        </w:rPr>
      </w:pPr>
      <w:r w:rsidRPr="001C4B27">
        <w:rPr>
          <w:lang w:val="sv-SE"/>
        </w:rPr>
        <w:t>2.3 Olemasolevate kuivenduskraavide/truupide korrastamine.</w:t>
      </w:r>
    </w:p>
    <w:p w14:paraId="34F09FA0" w14:textId="6AC35959" w:rsidR="001C4B27" w:rsidRPr="00C85C85" w:rsidRDefault="001C4B27" w:rsidP="00662C29">
      <w:pPr>
        <w:pStyle w:val="ListParagraph"/>
        <w:spacing w:before="120"/>
        <w:rPr>
          <w:rFonts w:ascii="Times New Roman" w:hAnsi="Times New Roman"/>
          <w:sz w:val="24"/>
          <w:u w:val="single"/>
        </w:rPr>
      </w:pPr>
      <w:r w:rsidRPr="00C85C85">
        <w:rPr>
          <w:rFonts w:ascii="Times New Roman" w:hAnsi="Times New Roman"/>
          <w:sz w:val="24"/>
          <w:u w:val="single"/>
        </w:rPr>
        <w:t xml:space="preserve">Tööde läbiviimise aeg: </w:t>
      </w:r>
      <w:r w:rsidR="00C85C85" w:rsidRPr="00C85C85">
        <w:rPr>
          <w:rFonts w:ascii="Times New Roman" w:hAnsi="Times New Roman"/>
          <w:sz w:val="24"/>
          <w:u w:val="single"/>
        </w:rPr>
        <w:t>veebruar</w:t>
      </w:r>
      <w:r w:rsidRPr="00C85C85">
        <w:rPr>
          <w:rFonts w:ascii="Times New Roman" w:hAnsi="Times New Roman"/>
          <w:sz w:val="24"/>
          <w:u w:val="single"/>
        </w:rPr>
        <w:t xml:space="preserve"> 202</w:t>
      </w:r>
      <w:r w:rsidR="00BF03B6">
        <w:rPr>
          <w:rFonts w:ascii="Times New Roman" w:hAnsi="Times New Roman"/>
          <w:sz w:val="24"/>
          <w:u w:val="single"/>
        </w:rPr>
        <w:t>6a.</w:t>
      </w:r>
    </w:p>
    <w:p w14:paraId="0363D9FB" w14:textId="77777777" w:rsidR="00DD74B4" w:rsidRPr="001C4B27" w:rsidRDefault="00DD74B4" w:rsidP="005763FC">
      <w:pPr>
        <w:rPr>
          <w:lang w:val="et-EE"/>
        </w:rPr>
      </w:pPr>
    </w:p>
    <w:p w14:paraId="1A3E4345" w14:textId="569E41D6" w:rsidR="00CE79E8" w:rsidRPr="00F20FEB" w:rsidRDefault="00794681" w:rsidP="00BE7C92">
      <w:pPr>
        <w:rPr>
          <w:lang w:val="et-EE"/>
        </w:rPr>
      </w:pPr>
      <w:r w:rsidRPr="00F20FEB">
        <w:rPr>
          <w:lang w:val="et-EE"/>
        </w:rPr>
        <w:t>G</w:t>
      </w:r>
      <w:r w:rsidR="00CE79E8" w:rsidRPr="00F20FEB">
        <w:rPr>
          <w:lang w:val="et-EE"/>
        </w:rPr>
        <w:t xml:space="preserve">aasitorustiku </w:t>
      </w:r>
      <w:r w:rsidRPr="00F20FEB">
        <w:rPr>
          <w:lang w:val="et-EE"/>
        </w:rPr>
        <w:t xml:space="preserve">kasutuskindluse ja </w:t>
      </w:r>
      <w:r w:rsidR="00CE79E8" w:rsidRPr="00F20FEB">
        <w:rPr>
          <w:lang w:val="et-EE"/>
        </w:rPr>
        <w:t>ohutuse tagamiseks</w:t>
      </w:r>
      <w:r w:rsidRPr="00F20FEB">
        <w:rPr>
          <w:lang w:val="et-EE"/>
        </w:rPr>
        <w:t xml:space="preserve"> on </w:t>
      </w:r>
      <w:r w:rsidR="00392480">
        <w:rPr>
          <w:lang w:val="et-EE"/>
        </w:rPr>
        <w:t>häda</w:t>
      </w:r>
      <w:r w:rsidRPr="00F20FEB">
        <w:rPr>
          <w:lang w:val="et-EE"/>
        </w:rPr>
        <w:t xml:space="preserve">vajalik </w:t>
      </w:r>
      <w:r w:rsidR="00392480">
        <w:rPr>
          <w:lang w:val="et-EE"/>
        </w:rPr>
        <w:t xml:space="preserve">teostada kõik </w:t>
      </w:r>
      <w:r w:rsidRPr="00F20FEB">
        <w:rPr>
          <w:lang w:val="et-EE"/>
        </w:rPr>
        <w:t>ülal pool loetletud tööd.</w:t>
      </w:r>
    </w:p>
    <w:p w14:paraId="06648DB1" w14:textId="7B8E4045" w:rsidR="009A6CE4" w:rsidRPr="001C4B27" w:rsidRDefault="009A6CE4" w:rsidP="00EA7C61">
      <w:pPr>
        <w:pStyle w:val="Eleringplank12"/>
        <w:jc w:val="both"/>
        <w:rPr>
          <w:b/>
          <w:bCs/>
          <w:color w:val="FF0000"/>
        </w:rPr>
      </w:pPr>
    </w:p>
    <w:p w14:paraId="14CCEAE4" w14:textId="0F70500D" w:rsidR="002F7F64" w:rsidRPr="00662C29" w:rsidRDefault="00735B57" w:rsidP="00BE7C92">
      <w:pPr>
        <w:tabs>
          <w:tab w:val="left" w:pos="567"/>
          <w:tab w:val="left" w:pos="3580"/>
        </w:tabs>
        <w:jc w:val="both"/>
        <w:rPr>
          <w:lang w:val="sv-SE"/>
        </w:rPr>
      </w:pPr>
      <w:r w:rsidRPr="00662C29">
        <w:rPr>
          <w:lang w:val="sv-SE"/>
        </w:rPr>
        <w:lastRenderedPageBreak/>
        <w:t>Hooldus</w:t>
      </w:r>
      <w:r w:rsidR="00241535" w:rsidRPr="00662C29">
        <w:rPr>
          <w:lang w:val="sv-SE"/>
        </w:rPr>
        <w:t>- ja remont</w:t>
      </w:r>
      <w:r w:rsidRPr="00662C29">
        <w:rPr>
          <w:lang w:val="sv-SE"/>
        </w:rPr>
        <w:t>töid Gaasitorustiku kaitsevööndis teostavad Elering AS</w:t>
      </w:r>
      <w:r w:rsidR="00894198" w:rsidRPr="00662C29">
        <w:rPr>
          <w:lang w:val="sv-SE"/>
        </w:rPr>
        <w:t xml:space="preserve"> </w:t>
      </w:r>
      <w:r w:rsidRPr="00662C29">
        <w:rPr>
          <w:lang w:val="sv-SE"/>
        </w:rPr>
        <w:t>lepingupartnerid</w:t>
      </w:r>
      <w:r w:rsidR="00762F31" w:rsidRPr="00662C29">
        <w:rPr>
          <w:lang w:val="sv-SE"/>
        </w:rPr>
        <w:t>.</w:t>
      </w:r>
      <w:r w:rsidR="00894198" w:rsidRPr="00662C29">
        <w:rPr>
          <w:lang w:val="sv-SE"/>
        </w:rPr>
        <w:t xml:space="preserve"> </w:t>
      </w:r>
      <w:r w:rsidR="008C0285" w:rsidRPr="00662C29">
        <w:rPr>
          <w:lang w:val="sv-SE"/>
        </w:rPr>
        <w:t xml:space="preserve">Hooldustööde teostaja </w:t>
      </w:r>
      <w:r w:rsidR="00762F31" w:rsidRPr="00662C29">
        <w:rPr>
          <w:lang w:val="sv-SE"/>
        </w:rPr>
        <w:t>on kohustatud enne tööde algust</w:t>
      </w:r>
      <w:r w:rsidR="002F7F64" w:rsidRPr="00662C29">
        <w:rPr>
          <w:lang w:val="sv-SE"/>
        </w:rPr>
        <w:t xml:space="preserve"> teavitama: </w:t>
      </w:r>
    </w:p>
    <w:p w14:paraId="553B605B" w14:textId="4D49D2FB" w:rsidR="002F7F64" w:rsidRPr="00662C29" w:rsidRDefault="00762F31" w:rsidP="002F7F64">
      <w:pPr>
        <w:pStyle w:val="ListParagraph"/>
        <w:numPr>
          <w:ilvl w:val="0"/>
          <w:numId w:val="11"/>
        </w:numPr>
        <w:tabs>
          <w:tab w:val="left" w:pos="567"/>
          <w:tab w:val="left" w:pos="3580"/>
        </w:tabs>
        <w:jc w:val="both"/>
        <w:rPr>
          <w:rFonts w:ascii="Times New Roman" w:hAnsi="Times New Roman"/>
          <w:b/>
          <w:bCs/>
          <w:sz w:val="24"/>
          <w:lang w:val="sv-SE"/>
        </w:rPr>
      </w:pPr>
      <w:r w:rsidRPr="00662C29">
        <w:rPr>
          <w:rFonts w:ascii="Times New Roman" w:hAnsi="Times New Roman"/>
          <w:sz w:val="24"/>
          <w:lang w:val="sv-SE"/>
        </w:rPr>
        <w:t>Keskkonnaamet</w:t>
      </w:r>
      <w:r w:rsidR="00392480">
        <w:rPr>
          <w:rFonts w:ascii="Times New Roman" w:hAnsi="Times New Roman"/>
          <w:sz w:val="24"/>
          <w:lang w:val="sv-SE"/>
        </w:rPr>
        <w:t>it,</w:t>
      </w:r>
      <w:r w:rsidR="00866372" w:rsidRPr="00662C29">
        <w:rPr>
          <w:rFonts w:ascii="Times New Roman" w:hAnsi="Times New Roman"/>
          <w:sz w:val="24"/>
          <w:lang w:val="sv-SE"/>
        </w:rPr>
        <w:t xml:space="preserve"> </w:t>
      </w:r>
    </w:p>
    <w:p w14:paraId="6F11B4B4" w14:textId="395643FA" w:rsidR="002F7F64" w:rsidRPr="00662C29" w:rsidRDefault="002F7F64" w:rsidP="002F7F64">
      <w:pPr>
        <w:pStyle w:val="ListParagraph"/>
        <w:numPr>
          <w:ilvl w:val="0"/>
          <w:numId w:val="11"/>
        </w:numPr>
        <w:tabs>
          <w:tab w:val="left" w:pos="567"/>
          <w:tab w:val="left" w:pos="3580"/>
        </w:tabs>
        <w:jc w:val="both"/>
        <w:rPr>
          <w:rFonts w:ascii="Times New Roman" w:hAnsi="Times New Roman"/>
          <w:b/>
          <w:bCs/>
          <w:sz w:val="24"/>
          <w:lang w:val="sv-SE"/>
        </w:rPr>
      </w:pPr>
      <w:r w:rsidRPr="00662C29">
        <w:rPr>
          <w:rFonts w:ascii="Times New Roman" w:hAnsi="Times New Roman"/>
          <w:sz w:val="24"/>
          <w:lang w:val="sv-SE"/>
        </w:rPr>
        <w:t>R</w:t>
      </w:r>
      <w:r w:rsidR="0007065D" w:rsidRPr="00662C29">
        <w:rPr>
          <w:rFonts w:ascii="Times New Roman" w:hAnsi="Times New Roman"/>
          <w:sz w:val="24"/>
          <w:lang w:val="sv-SE"/>
        </w:rPr>
        <w:t>MK</w:t>
      </w:r>
      <w:r w:rsidR="00392480">
        <w:rPr>
          <w:rFonts w:ascii="Times New Roman" w:hAnsi="Times New Roman"/>
          <w:sz w:val="24"/>
          <w:lang w:val="sv-SE"/>
        </w:rPr>
        <w:t>-d.</w:t>
      </w:r>
    </w:p>
    <w:p w14:paraId="0311B832" w14:textId="0B63F439" w:rsidR="004531C8" w:rsidRPr="001C4B27" w:rsidRDefault="008C0285" w:rsidP="00BE7C92">
      <w:pPr>
        <w:tabs>
          <w:tab w:val="left" w:pos="567"/>
          <w:tab w:val="left" w:pos="3580"/>
        </w:tabs>
        <w:jc w:val="both"/>
        <w:rPr>
          <w:b/>
          <w:bCs/>
          <w:lang w:val="sv-SE"/>
        </w:rPr>
      </w:pPr>
      <w:r w:rsidRPr="00662C29">
        <w:rPr>
          <w:lang w:val="sv-SE"/>
        </w:rPr>
        <w:t>Hooldus</w:t>
      </w:r>
      <w:r w:rsidR="0074279E" w:rsidRPr="00662C29">
        <w:rPr>
          <w:lang w:val="sv-SE"/>
        </w:rPr>
        <w:t>t</w:t>
      </w:r>
      <w:r w:rsidR="007E1C80" w:rsidRPr="00662C29">
        <w:rPr>
          <w:lang w:val="sv-SE"/>
        </w:rPr>
        <w:t xml:space="preserve">ööde </w:t>
      </w:r>
      <w:r w:rsidRPr="00662C29">
        <w:rPr>
          <w:lang w:val="sv-SE"/>
        </w:rPr>
        <w:t xml:space="preserve">teostaja esitab tööde </w:t>
      </w:r>
      <w:r w:rsidR="007E1C80" w:rsidRPr="00662C29">
        <w:rPr>
          <w:lang w:val="sv-SE"/>
        </w:rPr>
        <w:t>lõp</w:t>
      </w:r>
      <w:r w:rsidR="0074279E" w:rsidRPr="00662C29">
        <w:rPr>
          <w:lang w:val="sv-SE"/>
        </w:rPr>
        <w:t>etamise</w:t>
      </w:r>
      <w:r w:rsidR="007E1C80" w:rsidRPr="00662C29">
        <w:rPr>
          <w:lang w:val="sv-SE"/>
        </w:rPr>
        <w:t xml:space="preserve"> akti</w:t>
      </w:r>
      <w:r w:rsidR="002F7F64" w:rsidRPr="00662C29">
        <w:rPr>
          <w:lang w:val="sv-SE"/>
        </w:rPr>
        <w:t xml:space="preserve"> </w:t>
      </w:r>
      <w:r w:rsidR="001C4B27" w:rsidRPr="00662C29">
        <w:rPr>
          <w:lang w:val="sv-SE"/>
        </w:rPr>
        <w:t>maaomanikule</w:t>
      </w:r>
      <w:r w:rsidR="007E1C80" w:rsidRPr="00662C29">
        <w:rPr>
          <w:lang w:val="sv-SE"/>
        </w:rPr>
        <w:t xml:space="preserve"> allkirjastamiseks</w:t>
      </w:r>
      <w:r w:rsidR="007E1C80" w:rsidRPr="001C4B27">
        <w:rPr>
          <w:b/>
          <w:bCs/>
          <w:lang w:val="sv-SE"/>
        </w:rPr>
        <w:t>.</w:t>
      </w:r>
    </w:p>
    <w:p w14:paraId="003E600A" w14:textId="77777777" w:rsidR="008C0285" w:rsidRPr="001C4B27" w:rsidRDefault="008C0285" w:rsidP="00EA7C61">
      <w:pPr>
        <w:tabs>
          <w:tab w:val="left" w:pos="3580"/>
        </w:tabs>
        <w:jc w:val="both"/>
        <w:rPr>
          <w:b/>
          <w:bCs/>
          <w:color w:val="FF0000"/>
          <w:u w:val="single"/>
          <w:lang w:val="sv-SE"/>
        </w:rPr>
      </w:pPr>
    </w:p>
    <w:p w14:paraId="33C30025" w14:textId="5124EDDC" w:rsidR="008C0285" w:rsidRPr="001C4B27" w:rsidRDefault="008C0285" w:rsidP="00BE7C92">
      <w:pPr>
        <w:tabs>
          <w:tab w:val="left" w:pos="3580"/>
        </w:tabs>
        <w:spacing w:before="120"/>
        <w:jc w:val="both"/>
        <w:rPr>
          <w:lang w:val="sv-SE"/>
        </w:rPr>
      </w:pPr>
      <w:r w:rsidRPr="001C4B27">
        <w:rPr>
          <w:lang w:val="sv-SE"/>
        </w:rPr>
        <w:t>Palume</w:t>
      </w:r>
      <w:r w:rsidR="00894198" w:rsidRPr="001C4B27">
        <w:rPr>
          <w:lang w:val="sv-SE"/>
        </w:rPr>
        <w:t xml:space="preserve"> </w:t>
      </w:r>
      <w:r w:rsidRPr="001C4B27">
        <w:rPr>
          <w:lang w:val="sv-SE"/>
        </w:rPr>
        <w:t>kooskõlastada hooldus</w:t>
      </w:r>
      <w:r w:rsidR="002F7F64" w:rsidRPr="001C4B27">
        <w:rPr>
          <w:lang w:val="sv-SE"/>
        </w:rPr>
        <w:t>-remon</w:t>
      </w:r>
      <w:r w:rsidRPr="001C4B27">
        <w:rPr>
          <w:lang w:val="sv-SE"/>
        </w:rPr>
        <w:t>tööde läbiviimine</w:t>
      </w:r>
      <w:r w:rsidR="00894198" w:rsidRPr="001C4B27">
        <w:rPr>
          <w:lang w:val="sv-SE"/>
        </w:rPr>
        <w:t xml:space="preserve"> Gaasitorustiku kaitsevööndis</w:t>
      </w:r>
      <w:r w:rsidR="00B013C7">
        <w:rPr>
          <w:lang w:val="sv-SE"/>
        </w:rPr>
        <w:t xml:space="preserve"> eel nimetatud kinnistutel.</w:t>
      </w:r>
    </w:p>
    <w:p w14:paraId="6699C261" w14:textId="77777777" w:rsidR="008C0285" w:rsidRDefault="008C0285" w:rsidP="008C0285">
      <w:pPr>
        <w:tabs>
          <w:tab w:val="left" w:pos="3580"/>
        </w:tabs>
        <w:jc w:val="both"/>
        <w:rPr>
          <w:b/>
          <w:bCs/>
          <w:color w:val="FF0000"/>
          <w:u w:val="single"/>
          <w:lang w:val="sv-SE"/>
        </w:rPr>
      </w:pPr>
    </w:p>
    <w:p w14:paraId="104A7086" w14:textId="77777777" w:rsidR="00392480" w:rsidRPr="001C4B27" w:rsidRDefault="00392480" w:rsidP="008C0285">
      <w:pPr>
        <w:tabs>
          <w:tab w:val="left" w:pos="3580"/>
        </w:tabs>
        <w:jc w:val="both"/>
        <w:rPr>
          <w:b/>
          <w:bCs/>
          <w:color w:val="FF0000"/>
          <w:u w:val="single"/>
          <w:lang w:val="sv-SE"/>
        </w:rPr>
      </w:pPr>
    </w:p>
    <w:p w14:paraId="0164BAED" w14:textId="77777777" w:rsidR="00A94088" w:rsidRPr="001C4B27" w:rsidRDefault="00A94088" w:rsidP="008C0285">
      <w:pPr>
        <w:tabs>
          <w:tab w:val="left" w:pos="3580"/>
        </w:tabs>
        <w:jc w:val="both"/>
        <w:rPr>
          <w:b/>
          <w:bCs/>
          <w:color w:val="FF0000"/>
          <w:u w:val="single"/>
          <w:lang w:val="sv-SE"/>
        </w:rPr>
      </w:pPr>
    </w:p>
    <w:sdt>
      <w:sdtPr>
        <w:alias w:val="kirjua siia .."/>
        <w:tag w:val="LUGUPIDAMISEGA"/>
        <w:id w:val="-381100457"/>
        <w:placeholder>
          <w:docPart w:val="3787DAAF3FA648E4BA78635157028C25"/>
        </w:placeholder>
        <w:showingPlcHdr/>
        <w:text/>
      </w:sdtPr>
      <w:sdtEndPr/>
      <w:sdtContent>
        <w:p w14:paraId="40F607A7" w14:textId="77777777" w:rsidR="004531C8" w:rsidRPr="001C4B27" w:rsidRDefault="00713FF3" w:rsidP="00897EE5">
          <w:pPr>
            <w:ind w:firstLine="851"/>
            <w:jc w:val="both"/>
            <w:rPr>
              <w:lang w:val="sv-SE"/>
            </w:rPr>
          </w:pPr>
          <w:r w:rsidRPr="001C4B27">
            <w:rPr>
              <w:rStyle w:val="PlaceholderText"/>
              <w:color w:val="auto"/>
              <w:lang w:val="sv-SE"/>
            </w:rPr>
            <w:t>Lugupidamisega</w:t>
          </w:r>
        </w:p>
      </w:sdtContent>
    </w:sdt>
    <w:p w14:paraId="39906943" w14:textId="77777777" w:rsidR="0090384E" w:rsidRPr="001C4B27" w:rsidRDefault="0090384E" w:rsidP="001D0E1F">
      <w:pPr>
        <w:jc w:val="both"/>
        <w:rPr>
          <w:lang w:val="sv-SE"/>
        </w:rPr>
      </w:pPr>
    </w:p>
    <w:p w14:paraId="7B558739" w14:textId="77777777" w:rsidR="00826380" w:rsidRPr="001C4B27" w:rsidRDefault="00826380" w:rsidP="001D0E1F">
      <w:pPr>
        <w:tabs>
          <w:tab w:val="left" w:pos="567"/>
          <w:tab w:val="left" w:pos="3580"/>
        </w:tabs>
        <w:jc w:val="both"/>
        <w:rPr>
          <w:lang w:val="sv-SE"/>
        </w:rPr>
        <w:sectPr w:rsidR="00826380" w:rsidRPr="001C4B27" w:rsidSect="00096091">
          <w:type w:val="continuous"/>
          <w:pgSz w:w="11906" w:h="16838"/>
          <w:pgMar w:top="1259" w:right="964" w:bottom="1440" w:left="993" w:header="709" w:footer="709" w:gutter="0"/>
          <w:cols w:space="708" w:equalWidth="0">
            <w:col w:w="9113" w:space="708"/>
          </w:cols>
          <w:docGrid w:linePitch="360"/>
        </w:sectPr>
      </w:pPr>
    </w:p>
    <w:p w14:paraId="1B317F22" w14:textId="714ED943" w:rsidR="004531C8" w:rsidRPr="001C4B27" w:rsidRDefault="00DD223E" w:rsidP="001D0E1F">
      <w:pPr>
        <w:jc w:val="both"/>
        <w:rPr>
          <w:rFonts w:eastAsia="Cambria"/>
          <w:lang w:val="sv-SE"/>
        </w:rPr>
      </w:pPr>
      <w:r w:rsidRPr="001C4B27">
        <w:rPr>
          <w:lang w:val="sv-SE"/>
        </w:rPr>
        <w:t>( allkir</w:t>
      </w:r>
      <w:r w:rsidR="00EA7C61" w:rsidRPr="001C4B27">
        <w:rPr>
          <w:lang w:val="sv-SE"/>
        </w:rPr>
        <w:t>jastatud digitaalselt</w:t>
      </w:r>
      <w:r w:rsidRPr="001C4B27">
        <w:rPr>
          <w:lang w:val="sv-SE"/>
        </w:rPr>
        <w:t>)</w:t>
      </w:r>
    </w:p>
    <w:p w14:paraId="54E704B5" w14:textId="3C8F918B" w:rsidR="004531C8" w:rsidRDefault="00F97668" w:rsidP="001D0E1F">
      <w:pPr>
        <w:tabs>
          <w:tab w:val="left" w:pos="3580"/>
        </w:tabs>
        <w:jc w:val="both"/>
        <w:rPr>
          <w:lang w:val="sv-SE"/>
        </w:rPr>
      </w:pPr>
      <w:r>
        <w:rPr>
          <w:lang w:val="sv-SE"/>
        </w:rPr>
        <w:t>Arvi Eevaste</w:t>
      </w:r>
    </w:p>
    <w:p w14:paraId="2CA869AE" w14:textId="13E28D03" w:rsidR="00F97668" w:rsidRDefault="0051475A" w:rsidP="001D0E1F">
      <w:pPr>
        <w:tabs>
          <w:tab w:val="left" w:pos="3580"/>
        </w:tabs>
        <w:jc w:val="both"/>
        <w:rPr>
          <w:lang w:val="sv-SE"/>
        </w:rPr>
      </w:pPr>
      <w:r>
        <w:rPr>
          <w:lang w:val="sv-SE"/>
        </w:rPr>
        <w:t>Gaasi torustike hooldusjuht.</w:t>
      </w:r>
    </w:p>
    <w:p w14:paraId="761C5D1C" w14:textId="77777777" w:rsidR="0051475A" w:rsidRDefault="0051475A" w:rsidP="001D0E1F">
      <w:pPr>
        <w:tabs>
          <w:tab w:val="left" w:pos="3580"/>
        </w:tabs>
        <w:jc w:val="both"/>
        <w:rPr>
          <w:lang w:val="sv-SE"/>
        </w:rPr>
      </w:pPr>
    </w:p>
    <w:p w14:paraId="0CCE6DF9" w14:textId="77777777" w:rsidR="0051475A" w:rsidRPr="001C4B27" w:rsidRDefault="0051475A" w:rsidP="001D0E1F">
      <w:pPr>
        <w:tabs>
          <w:tab w:val="left" w:pos="3580"/>
        </w:tabs>
        <w:jc w:val="both"/>
        <w:rPr>
          <w:lang w:val="sv-SE"/>
        </w:rPr>
      </w:pPr>
    </w:p>
    <w:p w14:paraId="3DAC66ED" w14:textId="5F7A4866" w:rsidR="00713FF3" w:rsidRPr="001C4B27" w:rsidRDefault="00713FF3" w:rsidP="001D0E1F">
      <w:pPr>
        <w:tabs>
          <w:tab w:val="left" w:pos="3580"/>
        </w:tabs>
        <w:jc w:val="both"/>
        <w:rPr>
          <w:lang w:val="sv-SE"/>
        </w:rPr>
      </w:pPr>
    </w:p>
    <w:p w14:paraId="750D00F2" w14:textId="05DBB4F3" w:rsidR="004531C8" w:rsidRPr="001C4B27" w:rsidRDefault="0072153C" w:rsidP="001D0E1F">
      <w:pPr>
        <w:tabs>
          <w:tab w:val="left" w:pos="3580"/>
        </w:tabs>
        <w:jc w:val="both"/>
        <w:rPr>
          <w:lang w:val="sv-SE"/>
        </w:rPr>
        <w:sectPr w:rsidR="004531C8" w:rsidRPr="001C4B27">
          <w:type w:val="continuous"/>
          <w:pgSz w:w="11906" w:h="16838"/>
          <w:pgMar w:top="1438" w:right="1800" w:bottom="1440" w:left="1800" w:header="708" w:footer="708" w:gutter="0"/>
          <w:cols w:space="708" w:equalWidth="0">
            <w:col w:w="8306" w:space="708"/>
          </w:cols>
          <w:docGrid w:linePitch="360"/>
        </w:sectPr>
      </w:pPr>
      <w:sdt>
        <w:sdtPr>
          <w:rPr>
            <w:lang w:val="sv-SE"/>
          </w:rPr>
          <w:alias w:val="siia kirjuta ALLAKIRJUTAJA AMETINIMETUS"/>
          <w:tag w:val="ALLKIRI_AMET"/>
          <w:id w:val="2085106063"/>
          <w:placeholder>
            <w:docPart w:val="8EAC6615A2EC40C9B0FAD4F834279B2C"/>
          </w:placeholder>
          <w:showingPlcHdr/>
          <w:text/>
        </w:sdtPr>
        <w:sdtEndPr/>
        <w:sdtContent>
          <w:r w:rsidR="008F3E32" w:rsidRPr="00677E45">
            <w:rPr>
              <w:rStyle w:val="PlaceholderText"/>
            </w:rPr>
            <w:t>Click here to enter text.</w:t>
          </w:r>
        </w:sdtContent>
      </w:sdt>
    </w:p>
    <w:p w14:paraId="0EEA3D87" w14:textId="77777777" w:rsidR="004531C8" w:rsidRPr="001C4B27" w:rsidRDefault="004531C8" w:rsidP="001D0E1F">
      <w:pPr>
        <w:tabs>
          <w:tab w:val="left" w:pos="3580"/>
        </w:tabs>
        <w:jc w:val="both"/>
        <w:rPr>
          <w:lang w:val="sv-SE"/>
        </w:rPr>
      </w:pPr>
    </w:p>
    <w:p w14:paraId="4B471007" w14:textId="77777777" w:rsidR="004531C8" w:rsidRPr="001C4B27" w:rsidRDefault="004531C8" w:rsidP="001D0E1F">
      <w:pPr>
        <w:tabs>
          <w:tab w:val="left" w:pos="3580"/>
        </w:tabs>
        <w:jc w:val="both"/>
        <w:rPr>
          <w:lang w:val="sv-SE"/>
        </w:rPr>
      </w:pPr>
    </w:p>
    <w:p w14:paraId="003EA7ED" w14:textId="77777777" w:rsidR="004531C8" w:rsidRPr="001C4B27" w:rsidRDefault="004531C8" w:rsidP="001D0E1F">
      <w:pPr>
        <w:tabs>
          <w:tab w:val="left" w:pos="3580"/>
        </w:tabs>
        <w:jc w:val="both"/>
        <w:rPr>
          <w:lang w:val="sv-SE"/>
        </w:rPr>
      </w:pPr>
    </w:p>
    <w:p w14:paraId="7EBCD83B" w14:textId="77777777" w:rsidR="004531C8" w:rsidRPr="001C4B27" w:rsidRDefault="004531C8" w:rsidP="001D0E1F">
      <w:pPr>
        <w:tabs>
          <w:tab w:val="left" w:pos="3580"/>
        </w:tabs>
        <w:jc w:val="both"/>
        <w:rPr>
          <w:lang w:val="sv-SE"/>
        </w:rPr>
        <w:sectPr w:rsidR="004531C8" w:rsidRPr="001C4B27">
          <w:type w:val="continuous"/>
          <w:pgSz w:w="11906" w:h="16838" w:code="9"/>
          <w:pgMar w:top="1259" w:right="1797" w:bottom="1440" w:left="1797" w:header="709" w:footer="709" w:gutter="0"/>
          <w:cols w:space="708" w:equalWidth="0">
            <w:col w:w="8309" w:space="708"/>
          </w:cols>
          <w:formProt w:val="0"/>
          <w:docGrid w:linePitch="360"/>
        </w:sectPr>
      </w:pPr>
    </w:p>
    <w:p w14:paraId="2DC044ED" w14:textId="58E40D8A" w:rsidR="00F20EE5" w:rsidRPr="00F20FEB" w:rsidRDefault="00713FF3" w:rsidP="00BE7C92">
      <w:pPr>
        <w:rPr>
          <w:lang w:val="sv-SE"/>
        </w:rPr>
        <w:sectPr w:rsidR="00F20EE5" w:rsidRPr="00F20FEB">
          <w:type w:val="continuous"/>
          <w:pgSz w:w="11906" w:h="16838" w:code="9"/>
          <w:pgMar w:top="1259" w:right="1797" w:bottom="1440" w:left="1797" w:header="709" w:footer="709" w:gutter="0"/>
          <w:cols w:space="708" w:equalWidth="0">
            <w:col w:w="8309" w:space="708"/>
          </w:cols>
          <w:docGrid w:linePitch="360"/>
        </w:sectPr>
      </w:pPr>
      <w:r w:rsidRPr="001C4B27">
        <w:rPr>
          <w:lang w:val="sv-SE"/>
        </w:rPr>
        <w:t>Lisa</w:t>
      </w:r>
      <w:r w:rsidR="00EA7C61" w:rsidRPr="001C4B27">
        <w:rPr>
          <w:lang w:val="sv-SE"/>
        </w:rPr>
        <w:t>d</w:t>
      </w:r>
      <w:r w:rsidRPr="001C4B27">
        <w:rPr>
          <w:lang w:val="sv-SE"/>
        </w:rPr>
        <w:t>:</w:t>
      </w:r>
      <w:r w:rsidR="00762F31" w:rsidRPr="001C4B27">
        <w:rPr>
          <w:lang w:val="sv-SE"/>
        </w:rPr>
        <w:t xml:space="preserve"> </w:t>
      </w:r>
      <w:r w:rsidR="00662C29" w:rsidRPr="00662C29">
        <w:rPr>
          <w:lang w:val="sv-SE"/>
        </w:rPr>
        <w:t xml:space="preserve">Lisa 1 Joonis </w:t>
      </w:r>
    </w:p>
    <w:p w14:paraId="1DADBFCC" w14:textId="77777777" w:rsidR="004531C8" w:rsidRPr="00F20FEB" w:rsidRDefault="004531C8" w:rsidP="001D0E1F">
      <w:pPr>
        <w:tabs>
          <w:tab w:val="left" w:pos="3580"/>
        </w:tabs>
        <w:jc w:val="both"/>
        <w:rPr>
          <w:lang w:val="sv-SE"/>
        </w:rPr>
        <w:sectPr w:rsidR="004531C8" w:rsidRPr="00F20FEB">
          <w:type w:val="continuous"/>
          <w:pgSz w:w="11906" w:h="16838" w:code="9"/>
          <w:pgMar w:top="1259" w:right="1797" w:bottom="1440" w:left="1797" w:header="709" w:footer="709" w:gutter="0"/>
          <w:cols w:space="708" w:equalWidth="0">
            <w:col w:w="8309" w:space="708"/>
          </w:cols>
          <w:formProt w:val="0"/>
          <w:docGrid w:linePitch="360"/>
        </w:sectPr>
      </w:pPr>
    </w:p>
    <w:p w14:paraId="7FA6F17F" w14:textId="77777777" w:rsidR="004531C8" w:rsidRPr="00F20FEB" w:rsidRDefault="004531C8" w:rsidP="001D0E1F">
      <w:pPr>
        <w:tabs>
          <w:tab w:val="left" w:pos="3580"/>
        </w:tabs>
        <w:jc w:val="both"/>
        <w:rPr>
          <w:lang w:val="sv-SE"/>
        </w:rPr>
        <w:sectPr w:rsidR="004531C8" w:rsidRPr="00F20FEB">
          <w:type w:val="continuous"/>
          <w:pgSz w:w="11906" w:h="16838" w:code="9"/>
          <w:pgMar w:top="1259" w:right="1797" w:bottom="1440" w:left="1797" w:header="709" w:footer="709" w:gutter="0"/>
          <w:cols w:space="708" w:equalWidth="0">
            <w:col w:w="8309" w:space="708"/>
          </w:cols>
          <w:formProt w:val="0"/>
          <w:docGrid w:linePitch="360"/>
        </w:sectPr>
      </w:pPr>
    </w:p>
    <w:p w14:paraId="7D189CF0" w14:textId="4D86AE59" w:rsidR="00DD223E" w:rsidRPr="00662C29" w:rsidRDefault="00DD223E" w:rsidP="001D0E1F">
      <w:pPr>
        <w:tabs>
          <w:tab w:val="left" w:pos="3580"/>
        </w:tabs>
        <w:jc w:val="both"/>
        <w:rPr>
          <w:lang w:val="sv-SE"/>
        </w:rPr>
      </w:pPr>
    </w:p>
    <w:sectPr w:rsidR="00DD223E" w:rsidRPr="00662C29">
      <w:type w:val="continuous"/>
      <w:pgSz w:w="11906" w:h="16838"/>
      <w:pgMar w:top="1258" w:right="1800" w:bottom="1440" w:left="1800" w:header="708" w:footer="708" w:gutter="0"/>
      <w:cols w:space="708" w:equalWidth="0">
        <w:col w:w="8306" w:space="708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802AE0" w14:textId="77777777" w:rsidR="000B5CB2" w:rsidRDefault="000B5CB2" w:rsidP="00EA7C61">
      <w:r>
        <w:separator/>
      </w:r>
    </w:p>
  </w:endnote>
  <w:endnote w:type="continuationSeparator" w:id="0">
    <w:p w14:paraId="3EC1D0CD" w14:textId="77777777" w:rsidR="000B5CB2" w:rsidRDefault="000B5CB2" w:rsidP="00EA7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Klavik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B116A" w14:textId="1CD74AED" w:rsidR="00EA7C61" w:rsidRPr="00EA7C61" w:rsidRDefault="00EA7C61" w:rsidP="00EA7C61">
    <w:pPr>
      <w:pStyle w:val="Footer"/>
      <w:tabs>
        <w:tab w:val="clear" w:pos="4536"/>
        <w:tab w:val="clear" w:pos="9072"/>
      </w:tabs>
      <w:ind w:left="-851"/>
      <w:jc w:val="right"/>
      <w:rPr>
        <w:rFonts w:ascii="Klavika" w:hAnsi="Klavika"/>
        <w:sz w:val="18"/>
        <w:szCs w:val="18"/>
      </w:rPr>
    </w:pPr>
    <w:r w:rsidRPr="00067F48">
      <w:rPr>
        <w:rFonts w:ascii="Klavika" w:hAnsi="Klavika"/>
        <w:b/>
        <w:sz w:val="18"/>
        <w:szCs w:val="18"/>
      </w:rPr>
      <w:t>Elering AS</w:t>
    </w:r>
    <w:r w:rsidRPr="00067F48">
      <w:rPr>
        <w:rFonts w:ascii="Klavika" w:hAnsi="Klavika"/>
        <w:sz w:val="18"/>
        <w:szCs w:val="18"/>
      </w:rPr>
      <w:t xml:space="preserve"> | Registrikood/Reg. code 11022625 | Kadaka tee 42, 12915 Tallinn, Estonia</w:t>
    </w:r>
    <w:r w:rsidRPr="00067F48">
      <w:rPr>
        <w:rFonts w:ascii="Klavika" w:hAnsi="Klavika"/>
        <w:sz w:val="18"/>
        <w:szCs w:val="18"/>
      </w:rPr>
      <w:br/>
    </w:r>
    <w:r w:rsidRPr="00067F48">
      <w:rPr>
        <w:rFonts w:ascii="Klavika" w:hAnsi="Klavika"/>
        <w:noProof/>
        <w:sz w:val="18"/>
        <w:szCs w:val="18"/>
        <w:lang w:eastAsia="et-EE"/>
      </w:rPr>
      <w:drawing>
        <wp:inline distT="0" distB="0" distL="0" distR="0" wp14:anchorId="4FA4C3C0" wp14:editId="7EF66BF2">
          <wp:extent cx="69215" cy="92075"/>
          <wp:effectExtent l="0" t="0" r="6985" b="3175"/>
          <wp:docPr id="189224929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15" cy="9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67F48">
      <w:rPr>
        <w:rFonts w:ascii="Klavika" w:hAnsi="Klavika"/>
        <w:sz w:val="18"/>
        <w:szCs w:val="18"/>
      </w:rPr>
      <w:t xml:space="preserve"> + 372 715 1222 | </w:t>
    </w:r>
    <w:r w:rsidRPr="00067F48">
      <w:rPr>
        <w:rFonts w:ascii="Klavika" w:hAnsi="Klavika"/>
        <w:noProof/>
        <w:sz w:val="18"/>
        <w:szCs w:val="18"/>
        <w:lang w:eastAsia="et-EE"/>
      </w:rPr>
      <w:drawing>
        <wp:inline distT="0" distB="0" distL="0" distR="0" wp14:anchorId="4E9822E4" wp14:editId="3D7F67F5">
          <wp:extent cx="76835" cy="92075"/>
          <wp:effectExtent l="0" t="0" r="0" b="3175"/>
          <wp:docPr id="49499030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35" cy="9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67F48">
      <w:rPr>
        <w:rFonts w:ascii="Klavika" w:hAnsi="Klavika"/>
        <w:sz w:val="18"/>
        <w:szCs w:val="18"/>
      </w:rPr>
      <w:t xml:space="preserve"> + 372 715 1200 | www.elering.ee | Ametlik e-post/Official e-mail: info@elering.ee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072A5" w14:textId="227ED4B5" w:rsidR="00EA7C61" w:rsidRPr="00EA7C61" w:rsidRDefault="00EA7C61" w:rsidP="00EA7C61">
    <w:pPr>
      <w:pStyle w:val="Footer"/>
      <w:tabs>
        <w:tab w:val="clear" w:pos="4536"/>
        <w:tab w:val="clear" w:pos="9072"/>
      </w:tabs>
      <w:ind w:left="-851" w:right="-523"/>
      <w:jc w:val="right"/>
      <w:rPr>
        <w:rFonts w:ascii="Klavika" w:hAnsi="Klavika"/>
        <w:sz w:val="18"/>
        <w:szCs w:val="18"/>
      </w:rPr>
    </w:pPr>
    <w:r w:rsidRPr="00067F48">
      <w:rPr>
        <w:rFonts w:ascii="Klavika" w:hAnsi="Klavika"/>
        <w:b/>
        <w:sz w:val="18"/>
        <w:szCs w:val="18"/>
      </w:rPr>
      <w:t>Elering AS</w:t>
    </w:r>
    <w:r w:rsidRPr="00067F48">
      <w:rPr>
        <w:rFonts w:ascii="Klavika" w:hAnsi="Klavika"/>
        <w:sz w:val="18"/>
        <w:szCs w:val="18"/>
      </w:rPr>
      <w:t xml:space="preserve"> | Registrikood/Reg. code 11022625 | Kadaka tee 42, 12915 Tallinn, Estonia</w:t>
    </w:r>
    <w:r w:rsidRPr="00067F48">
      <w:rPr>
        <w:rFonts w:ascii="Klavika" w:hAnsi="Klavika"/>
        <w:sz w:val="18"/>
        <w:szCs w:val="18"/>
      </w:rPr>
      <w:br/>
    </w:r>
    <w:r w:rsidRPr="00067F48">
      <w:rPr>
        <w:rFonts w:ascii="Klavika" w:hAnsi="Klavika"/>
        <w:noProof/>
        <w:sz w:val="18"/>
        <w:szCs w:val="18"/>
        <w:lang w:eastAsia="et-EE"/>
      </w:rPr>
      <w:drawing>
        <wp:inline distT="0" distB="0" distL="0" distR="0" wp14:anchorId="156B3462" wp14:editId="4CC55B02">
          <wp:extent cx="69215" cy="92075"/>
          <wp:effectExtent l="0" t="0" r="6985" b="3175"/>
          <wp:docPr id="1373846529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15" cy="9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67F48">
      <w:rPr>
        <w:rFonts w:ascii="Klavika" w:hAnsi="Klavika"/>
        <w:sz w:val="18"/>
        <w:szCs w:val="18"/>
      </w:rPr>
      <w:t xml:space="preserve"> + 372 715 1222 | </w:t>
    </w:r>
    <w:r w:rsidRPr="00067F48">
      <w:rPr>
        <w:rFonts w:ascii="Klavika" w:hAnsi="Klavika"/>
        <w:noProof/>
        <w:sz w:val="18"/>
        <w:szCs w:val="18"/>
        <w:lang w:eastAsia="et-EE"/>
      </w:rPr>
      <w:drawing>
        <wp:inline distT="0" distB="0" distL="0" distR="0" wp14:anchorId="4A413989" wp14:editId="4349267E">
          <wp:extent cx="76835" cy="92075"/>
          <wp:effectExtent l="0" t="0" r="0" b="3175"/>
          <wp:docPr id="768533323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35" cy="9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67F48">
      <w:rPr>
        <w:rFonts w:ascii="Klavika" w:hAnsi="Klavika"/>
        <w:sz w:val="18"/>
        <w:szCs w:val="18"/>
      </w:rPr>
      <w:t xml:space="preserve"> + 372 715 1200 | www.elering.ee | Ametlik e-post/Official e-mail: info@elering.ee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42BF5" w14:textId="77777777" w:rsidR="000B5CB2" w:rsidRDefault="000B5CB2" w:rsidP="00EA7C61">
      <w:r>
        <w:separator/>
      </w:r>
    </w:p>
  </w:footnote>
  <w:footnote w:type="continuationSeparator" w:id="0">
    <w:p w14:paraId="078C847E" w14:textId="77777777" w:rsidR="000B5CB2" w:rsidRDefault="000B5CB2" w:rsidP="00EA7C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77581" w14:textId="1E61F955" w:rsidR="00EA7C61" w:rsidRDefault="00EA7C61">
    <w:pPr>
      <w:pStyle w:val="Header"/>
    </w:pPr>
    <w:r>
      <w:rPr>
        <w:noProof/>
        <w:lang w:eastAsia="et-EE"/>
      </w:rPr>
      <w:drawing>
        <wp:anchor distT="0" distB="0" distL="114300" distR="114300" simplePos="0" relativeHeight="251659264" behindDoc="1" locked="0" layoutInCell="1" allowOverlap="1" wp14:anchorId="2FA6E1D6" wp14:editId="08869050">
          <wp:simplePos x="0" y="0"/>
          <wp:positionH relativeFrom="page">
            <wp:posOffset>-848360</wp:posOffset>
          </wp:positionH>
          <wp:positionV relativeFrom="page">
            <wp:posOffset>-299720</wp:posOffset>
          </wp:positionV>
          <wp:extent cx="9827895" cy="2720340"/>
          <wp:effectExtent l="0" t="0" r="1905" b="3810"/>
          <wp:wrapNone/>
          <wp:docPr id="1104698975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071" b="67448"/>
                  <a:stretch>
                    <a:fillRect/>
                  </a:stretch>
                </pic:blipFill>
                <pic:spPr bwMode="auto">
                  <a:xfrm>
                    <a:off x="0" y="0"/>
                    <a:ext cx="9827895" cy="2720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0631F0"/>
    <w:multiLevelType w:val="hybridMultilevel"/>
    <w:tmpl w:val="EDDCABAE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1E0491"/>
    <w:multiLevelType w:val="multilevel"/>
    <w:tmpl w:val="C44C40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27A10AF6"/>
    <w:multiLevelType w:val="hybridMultilevel"/>
    <w:tmpl w:val="59C4424C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CAF694D"/>
    <w:multiLevelType w:val="hybridMultilevel"/>
    <w:tmpl w:val="7908969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2519C"/>
    <w:multiLevelType w:val="hybridMultilevel"/>
    <w:tmpl w:val="8DB2929C"/>
    <w:lvl w:ilvl="0" w:tplc="7E6A4716">
      <w:start w:val="1"/>
      <w:numFmt w:val="decimal"/>
      <w:lvlText w:val="%1)"/>
      <w:lvlJc w:val="left"/>
      <w:pPr>
        <w:ind w:left="1068" w:hanging="360"/>
      </w:pPr>
    </w:lvl>
    <w:lvl w:ilvl="1" w:tplc="04250019">
      <w:start w:val="1"/>
      <w:numFmt w:val="lowerLetter"/>
      <w:lvlText w:val="%2."/>
      <w:lvlJc w:val="left"/>
      <w:pPr>
        <w:ind w:left="1788" w:hanging="360"/>
      </w:pPr>
    </w:lvl>
    <w:lvl w:ilvl="2" w:tplc="0425001B">
      <w:start w:val="1"/>
      <w:numFmt w:val="lowerRoman"/>
      <w:lvlText w:val="%3."/>
      <w:lvlJc w:val="right"/>
      <w:pPr>
        <w:ind w:left="2508" w:hanging="180"/>
      </w:pPr>
    </w:lvl>
    <w:lvl w:ilvl="3" w:tplc="0425000F">
      <w:start w:val="1"/>
      <w:numFmt w:val="decimal"/>
      <w:lvlText w:val="%4."/>
      <w:lvlJc w:val="left"/>
      <w:pPr>
        <w:ind w:left="3228" w:hanging="360"/>
      </w:pPr>
    </w:lvl>
    <w:lvl w:ilvl="4" w:tplc="04250019">
      <w:start w:val="1"/>
      <w:numFmt w:val="lowerLetter"/>
      <w:lvlText w:val="%5."/>
      <w:lvlJc w:val="left"/>
      <w:pPr>
        <w:ind w:left="3948" w:hanging="360"/>
      </w:pPr>
    </w:lvl>
    <w:lvl w:ilvl="5" w:tplc="0425001B">
      <w:start w:val="1"/>
      <w:numFmt w:val="lowerRoman"/>
      <w:lvlText w:val="%6."/>
      <w:lvlJc w:val="right"/>
      <w:pPr>
        <w:ind w:left="4668" w:hanging="180"/>
      </w:pPr>
    </w:lvl>
    <w:lvl w:ilvl="6" w:tplc="0425000F">
      <w:start w:val="1"/>
      <w:numFmt w:val="decimal"/>
      <w:lvlText w:val="%7."/>
      <w:lvlJc w:val="left"/>
      <w:pPr>
        <w:ind w:left="5388" w:hanging="360"/>
      </w:pPr>
    </w:lvl>
    <w:lvl w:ilvl="7" w:tplc="04250019">
      <w:start w:val="1"/>
      <w:numFmt w:val="lowerLetter"/>
      <w:lvlText w:val="%8."/>
      <w:lvlJc w:val="left"/>
      <w:pPr>
        <w:ind w:left="6108" w:hanging="360"/>
      </w:pPr>
    </w:lvl>
    <w:lvl w:ilvl="8" w:tplc="0425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25F7869"/>
    <w:multiLevelType w:val="hybridMultilevel"/>
    <w:tmpl w:val="41A0189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025441"/>
    <w:multiLevelType w:val="hybridMultilevel"/>
    <w:tmpl w:val="CAA6F1C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89627C"/>
    <w:multiLevelType w:val="hybridMultilevel"/>
    <w:tmpl w:val="D1F095B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4BB06092"/>
    <w:multiLevelType w:val="hybridMultilevel"/>
    <w:tmpl w:val="173CCDB4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C0613B7"/>
    <w:multiLevelType w:val="hybridMultilevel"/>
    <w:tmpl w:val="4A5E5E1E"/>
    <w:lvl w:ilvl="0" w:tplc="364448C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E42145"/>
    <w:multiLevelType w:val="hybridMultilevel"/>
    <w:tmpl w:val="217E37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960028"/>
    <w:multiLevelType w:val="hybridMultilevel"/>
    <w:tmpl w:val="3A24FDAA"/>
    <w:lvl w:ilvl="0" w:tplc="042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EC82405"/>
    <w:multiLevelType w:val="multilevel"/>
    <w:tmpl w:val="1D74620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2098282514">
    <w:abstractNumId w:val="0"/>
  </w:num>
  <w:num w:numId="2" w16cid:durableId="286203426">
    <w:abstractNumId w:val="10"/>
  </w:num>
  <w:num w:numId="3" w16cid:durableId="872501471">
    <w:abstractNumId w:val="7"/>
  </w:num>
  <w:num w:numId="4" w16cid:durableId="1444498938">
    <w:abstractNumId w:val="2"/>
  </w:num>
  <w:num w:numId="5" w16cid:durableId="738557078">
    <w:abstractNumId w:val="8"/>
  </w:num>
  <w:num w:numId="6" w16cid:durableId="2130469358">
    <w:abstractNumId w:val="5"/>
  </w:num>
  <w:num w:numId="7" w16cid:durableId="1001005573">
    <w:abstractNumId w:val="9"/>
  </w:num>
  <w:num w:numId="8" w16cid:durableId="13300641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25527730">
    <w:abstractNumId w:val="1"/>
  </w:num>
  <w:num w:numId="10" w16cid:durableId="10976771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61230772">
    <w:abstractNumId w:val="11"/>
  </w:num>
  <w:num w:numId="12" w16cid:durableId="89930322">
    <w:abstractNumId w:val="12"/>
  </w:num>
  <w:num w:numId="13" w16cid:durableId="10225907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readOnly" w:enforcement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1DA"/>
    <w:rsid w:val="000461B1"/>
    <w:rsid w:val="000673F3"/>
    <w:rsid w:val="0007065D"/>
    <w:rsid w:val="00077649"/>
    <w:rsid w:val="00096091"/>
    <w:rsid w:val="000B5CB2"/>
    <w:rsid w:val="000C743B"/>
    <w:rsid w:val="000D5FC0"/>
    <w:rsid w:val="000F0E23"/>
    <w:rsid w:val="00130850"/>
    <w:rsid w:val="001329FE"/>
    <w:rsid w:val="0019362D"/>
    <w:rsid w:val="001A0123"/>
    <w:rsid w:val="001C4B27"/>
    <w:rsid w:val="001D0E1F"/>
    <w:rsid w:val="002045D2"/>
    <w:rsid w:val="00241535"/>
    <w:rsid w:val="002476AD"/>
    <w:rsid w:val="00263C75"/>
    <w:rsid w:val="00264FFF"/>
    <w:rsid w:val="00270CC7"/>
    <w:rsid w:val="00271845"/>
    <w:rsid w:val="00292D3E"/>
    <w:rsid w:val="002B17A3"/>
    <w:rsid w:val="002C3B16"/>
    <w:rsid w:val="002D7164"/>
    <w:rsid w:val="002F439C"/>
    <w:rsid w:val="002F62CA"/>
    <w:rsid w:val="002F7CD1"/>
    <w:rsid w:val="002F7F64"/>
    <w:rsid w:val="00317A70"/>
    <w:rsid w:val="0034384A"/>
    <w:rsid w:val="00370874"/>
    <w:rsid w:val="00387916"/>
    <w:rsid w:val="00392480"/>
    <w:rsid w:val="00393BE0"/>
    <w:rsid w:val="003A3E8D"/>
    <w:rsid w:val="003A436B"/>
    <w:rsid w:val="003B0F0A"/>
    <w:rsid w:val="003E2FE8"/>
    <w:rsid w:val="003E7A9C"/>
    <w:rsid w:val="003F0026"/>
    <w:rsid w:val="004177D9"/>
    <w:rsid w:val="00420279"/>
    <w:rsid w:val="004271DA"/>
    <w:rsid w:val="004531C8"/>
    <w:rsid w:val="0046616D"/>
    <w:rsid w:val="004712D0"/>
    <w:rsid w:val="0048519E"/>
    <w:rsid w:val="0051475A"/>
    <w:rsid w:val="00530A18"/>
    <w:rsid w:val="00530B04"/>
    <w:rsid w:val="00565C89"/>
    <w:rsid w:val="005763FC"/>
    <w:rsid w:val="005956E9"/>
    <w:rsid w:val="00597497"/>
    <w:rsid w:val="00597827"/>
    <w:rsid w:val="005C5F64"/>
    <w:rsid w:val="00602F6B"/>
    <w:rsid w:val="006364A0"/>
    <w:rsid w:val="00662C29"/>
    <w:rsid w:val="00662F45"/>
    <w:rsid w:val="00681439"/>
    <w:rsid w:val="006B0DEC"/>
    <w:rsid w:val="006E078D"/>
    <w:rsid w:val="006E4B59"/>
    <w:rsid w:val="006F07FD"/>
    <w:rsid w:val="006F391C"/>
    <w:rsid w:val="006F7348"/>
    <w:rsid w:val="007066B1"/>
    <w:rsid w:val="00713FF3"/>
    <w:rsid w:val="00735B57"/>
    <w:rsid w:val="0074279E"/>
    <w:rsid w:val="007605D4"/>
    <w:rsid w:val="00762F31"/>
    <w:rsid w:val="00770E0C"/>
    <w:rsid w:val="00787798"/>
    <w:rsid w:val="007935B3"/>
    <w:rsid w:val="00794681"/>
    <w:rsid w:val="00797D53"/>
    <w:rsid w:val="007B5CEC"/>
    <w:rsid w:val="007B7721"/>
    <w:rsid w:val="007E1C80"/>
    <w:rsid w:val="007E471C"/>
    <w:rsid w:val="007E60E1"/>
    <w:rsid w:val="007F29C7"/>
    <w:rsid w:val="007F6A4E"/>
    <w:rsid w:val="0080199F"/>
    <w:rsid w:val="00815015"/>
    <w:rsid w:val="00826380"/>
    <w:rsid w:val="00843B1A"/>
    <w:rsid w:val="008467CC"/>
    <w:rsid w:val="00851069"/>
    <w:rsid w:val="00866372"/>
    <w:rsid w:val="0087232D"/>
    <w:rsid w:val="00887134"/>
    <w:rsid w:val="00894198"/>
    <w:rsid w:val="00897EE5"/>
    <w:rsid w:val="008C0285"/>
    <w:rsid w:val="008F3E32"/>
    <w:rsid w:val="0090384E"/>
    <w:rsid w:val="00903C0D"/>
    <w:rsid w:val="0090692F"/>
    <w:rsid w:val="00913F5C"/>
    <w:rsid w:val="00917DAA"/>
    <w:rsid w:val="009256B3"/>
    <w:rsid w:val="00932387"/>
    <w:rsid w:val="009530D8"/>
    <w:rsid w:val="00971DDE"/>
    <w:rsid w:val="009A6CE4"/>
    <w:rsid w:val="009C657C"/>
    <w:rsid w:val="009F56B1"/>
    <w:rsid w:val="00A05811"/>
    <w:rsid w:val="00A22FFC"/>
    <w:rsid w:val="00A5158D"/>
    <w:rsid w:val="00A800C6"/>
    <w:rsid w:val="00A81F54"/>
    <w:rsid w:val="00A8290A"/>
    <w:rsid w:val="00A94088"/>
    <w:rsid w:val="00A95C55"/>
    <w:rsid w:val="00AC6852"/>
    <w:rsid w:val="00AE16B2"/>
    <w:rsid w:val="00AF52F4"/>
    <w:rsid w:val="00B013C7"/>
    <w:rsid w:val="00B14401"/>
    <w:rsid w:val="00B2335B"/>
    <w:rsid w:val="00B41D38"/>
    <w:rsid w:val="00B67A81"/>
    <w:rsid w:val="00B91A0A"/>
    <w:rsid w:val="00BC4A5C"/>
    <w:rsid w:val="00BE7C92"/>
    <w:rsid w:val="00BF03B6"/>
    <w:rsid w:val="00C110EB"/>
    <w:rsid w:val="00C2549C"/>
    <w:rsid w:val="00C426C2"/>
    <w:rsid w:val="00C55AD6"/>
    <w:rsid w:val="00C651CE"/>
    <w:rsid w:val="00C7535A"/>
    <w:rsid w:val="00C85C85"/>
    <w:rsid w:val="00CB2A50"/>
    <w:rsid w:val="00CE79E8"/>
    <w:rsid w:val="00D207C3"/>
    <w:rsid w:val="00D32F42"/>
    <w:rsid w:val="00D6110E"/>
    <w:rsid w:val="00D614E8"/>
    <w:rsid w:val="00D80550"/>
    <w:rsid w:val="00D97766"/>
    <w:rsid w:val="00DD223E"/>
    <w:rsid w:val="00DD74B4"/>
    <w:rsid w:val="00DE5D14"/>
    <w:rsid w:val="00DE6073"/>
    <w:rsid w:val="00E00D0D"/>
    <w:rsid w:val="00E07790"/>
    <w:rsid w:val="00E2054A"/>
    <w:rsid w:val="00E23A24"/>
    <w:rsid w:val="00E35F4B"/>
    <w:rsid w:val="00E7239B"/>
    <w:rsid w:val="00E81247"/>
    <w:rsid w:val="00EA7C61"/>
    <w:rsid w:val="00EB6C92"/>
    <w:rsid w:val="00ED41D0"/>
    <w:rsid w:val="00ED6CFC"/>
    <w:rsid w:val="00EE5D82"/>
    <w:rsid w:val="00F1669F"/>
    <w:rsid w:val="00F16F97"/>
    <w:rsid w:val="00F20EE5"/>
    <w:rsid w:val="00F20FEB"/>
    <w:rsid w:val="00F30B32"/>
    <w:rsid w:val="00F372BE"/>
    <w:rsid w:val="00F416D7"/>
    <w:rsid w:val="00F56BB2"/>
    <w:rsid w:val="00F97668"/>
    <w:rsid w:val="00FA05FD"/>
    <w:rsid w:val="00FB6F32"/>
    <w:rsid w:val="00FD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6F953F"/>
  <w15:docId w15:val="{09BFF37B-9973-4F5A-B64F-B7F429547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semiHidden/>
  </w:style>
  <w:style w:type="character" w:styleId="PlaceholderText">
    <w:name w:val="Placeholder Text"/>
    <w:basedOn w:val="DefaultParagraphFont"/>
    <w:uiPriority w:val="99"/>
    <w:semiHidden/>
    <w:rsid w:val="00E7239B"/>
    <w:rPr>
      <w:color w:val="808080"/>
    </w:rPr>
  </w:style>
  <w:style w:type="paragraph" w:styleId="ListParagraph">
    <w:name w:val="List Paragraph"/>
    <w:basedOn w:val="Normal"/>
    <w:uiPriority w:val="34"/>
    <w:qFormat/>
    <w:rsid w:val="00903C0D"/>
    <w:pPr>
      <w:ind w:left="720"/>
      <w:contextualSpacing/>
    </w:pPr>
    <w:rPr>
      <w:rFonts w:ascii="Verdana" w:hAnsi="Verdana"/>
      <w:sz w:val="20"/>
      <w:lang w:val="et-EE"/>
    </w:rPr>
  </w:style>
  <w:style w:type="paragraph" w:customStyle="1" w:styleId="Eleringplank12">
    <w:name w:val="Elering_plank_12"/>
    <w:basedOn w:val="NoSpacing"/>
    <w:link w:val="Eleringplank12Char"/>
    <w:qFormat/>
    <w:rsid w:val="00903C0D"/>
    <w:rPr>
      <w:color w:val="000000" w:themeColor="text1"/>
      <w:lang w:val="et-EE"/>
    </w:rPr>
  </w:style>
  <w:style w:type="character" w:customStyle="1" w:styleId="Eleringplank12Char">
    <w:name w:val="Elering_plank_12 Char"/>
    <w:basedOn w:val="DefaultParagraphFont"/>
    <w:link w:val="Eleringplank12"/>
    <w:rsid w:val="00903C0D"/>
    <w:rPr>
      <w:color w:val="000000" w:themeColor="text1"/>
      <w:sz w:val="24"/>
      <w:szCs w:val="24"/>
      <w:lang w:eastAsia="en-US"/>
    </w:rPr>
  </w:style>
  <w:style w:type="paragraph" w:styleId="NoSpacing">
    <w:name w:val="No Spacing"/>
    <w:uiPriority w:val="1"/>
    <w:qFormat/>
    <w:rsid w:val="00903C0D"/>
    <w:rPr>
      <w:sz w:val="24"/>
      <w:szCs w:val="24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0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0E1"/>
    <w:rPr>
      <w:rFonts w:ascii="Tahoma" w:hAnsi="Tahoma" w:cs="Tahoma"/>
      <w:sz w:val="16"/>
      <w:szCs w:val="16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EA7C6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7C61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EA7C6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7C61"/>
    <w:rPr>
      <w:sz w:val="24"/>
      <w:szCs w:val="24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9F56B1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F56B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F56B1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7B5CEC"/>
    <w:rPr>
      <w:sz w:val="24"/>
      <w:szCs w:val="24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30B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0B0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0B04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0B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0B04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2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lev.Salu\Desktop\V&#228;ljaminev%20kiri\Paber_algatuskiri%20p&#245;hjag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787DAAF3FA648E4BA78635157028C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E394910-3FD8-47E4-BA9A-9C9CB2FFF7CE}"/>
      </w:docPartPr>
      <w:docPartBody>
        <w:p w:rsidR="00143FA5" w:rsidRDefault="0024451A">
          <w:pPr>
            <w:pStyle w:val="3787DAAF3FA648E4BA78635157028C25"/>
          </w:pPr>
          <w:r w:rsidRPr="00713FF3">
            <w:rPr>
              <w:rStyle w:val="PlaceholderText"/>
              <w:color w:val="auto"/>
            </w:rPr>
            <w:t>Lugupidamisega</w:t>
          </w:r>
        </w:p>
      </w:docPartBody>
    </w:docPart>
    <w:docPart>
      <w:docPartPr>
        <w:name w:val="8EAC6615A2EC40C9B0FAD4F834279B2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95CFACB-5D9E-46F6-9586-322B060D5083}"/>
      </w:docPartPr>
      <w:docPartBody>
        <w:p w:rsidR="00143FA5" w:rsidRDefault="0024451A">
          <w:pPr>
            <w:pStyle w:val="8EAC6615A2EC40C9B0FAD4F834279B2C"/>
          </w:pPr>
          <w:r w:rsidRPr="00677E45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Klavik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F01"/>
    <w:rsid w:val="00036E28"/>
    <w:rsid w:val="00133EB8"/>
    <w:rsid w:val="00143FA5"/>
    <w:rsid w:val="0019362D"/>
    <w:rsid w:val="001A0123"/>
    <w:rsid w:val="001F5E45"/>
    <w:rsid w:val="0024451A"/>
    <w:rsid w:val="00263C75"/>
    <w:rsid w:val="0028340F"/>
    <w:rsid w:val="002E3C45"/>
    <w:rsid w:val="003C3267"/>
    <w:rsid w:val="00466DE4"/>
    <w:rsid w:val="004756E7"/>
    <w:rsid w:val="00515D07"/>
    <w:rsid w:val="005D6C0C"/>
    <w:rsid w:val="00634F01"/>
    <w:rsid w:val="007066B1"/>
    <w:rsid w:val="00715AFC"/>
    <w:rsid w:val="007B7721"/>
    <w:rsid w:val="007E471C"/>
    <w:rsid w:val="00865E2D"/>
    <w:rsid w:val="00A5158D"/>
    <w:rsid w:val="00A800C6"/>
    <w:rsid w:val="00AB52E5"/>
    <w:rsid w:val="00AD3DC6"/>
    <w:rsid w:val="00C651CE"/>
    <w:rsid w:val="00C779C1"/>
    <w:rsid w:val="00CC022B"/>
    <w:rsid w:val="00D97766"/>
    <w:rsid w:val="00E23A24"/>
    <w:rsid w:val="00E35F4B"/>
    <w:rsid w:val="00EC4F18"/>
    <w:rsid w:val="00F20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t-EE" w:eastAsia="et-E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830AD99CB5A74BA1841378375779AB25">
    <w:name w:val="830AD99CB5A74BA1841378375779AB25"/>
  </w:style>
  <w:style w:type="paragraph" w:customStyle="1" w:styleId="35C4D14A080945DB8D2E9249D920E3F8">
    <w:name w:val="35C4D14A080945DB8D2E9249D920E3F8"/>
  </w:style>
  <w:style w:type="paragraph" w:customStyle="1" w:styleId="073C090CFE2E4F81A15C79A4CAE51BD5">
    <w:name w:val="073C090CFE2E4F81A15C79A4CAE51BD5"/>
  </w:style>
  <w:style w:type="paragraph" w:customStyle="1" w:styleId="3787DAAF3FA648E4BA78635157028C25">
    <w:name w:val="3787DAAF3FA648E4BA78635157028C25"/>
  </w:style>
  <w:style w:type="paragraph" w:customStyle="1" w:styleId="EE56D4507A33488EA6CD2755669FAA02">
    <w:name w:val="EE56D4507A33488EA6CD2755669FAA02"/>
  </w:style>
  <w:style w:type="paragraph" w:customStyle="1" w:styleId="8EAC6615A2EC40C9B0FAD4F834279B2C">
    <w:name w:val="8EAC6615A2EC40C9B0FAD4F834279B2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7DD68EB9EFE734A95D0C4948AA8619A" ma:contentTypeVersion="2" ma:contentTypeDescription="Loo uus dokument" ma:contentTypeScope="" ma:versionID="ab31dff59507a52038953e778b88829c">
  <xsd:schema xmlns:xsd="http://www.w3.org/2001/XMLSchema" xmlns:xs="http://www.w3.org/2001/XMLSchema" xmlns:p="http://schemas.microsoft.com/office/2006/metadata/properties" xmlns:ns2="415cf102-593a-4c1d-a45f-7e5f40e6a811" targetNamespace="http://schemas.microsoft.com/office/2006/metadata/properties" ma:root="true" ma:fieldsID="69706f2e0ce44682eb1a0178b3ab6489" ns2:_="">
    <xsd:import namespace="415cf102-593a-4c1d-a45f-7e5f40e6a811"/>
    <xsd:element name="properties">
      <xsd:complexType>
        <xsd:sequence>
          <xsd:element name="documentManagement">
            <xsd:complexType>
              <xsd:all>
                <xsd:element ref="ns2:Intra_ShowInHomeP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5cf102-593a-4c1d-a45f-7e5f40e6a811" elementFormDefault="qualified">
    <xsd:import namespace="http://schemas.microsoft.com/office/2006/documentManagement/types"/>
    <xsd:import namespace="http://schemas.microsoft.com/office/infopath/2007/PartnerControls"/>
    <xsd:element name="Intra_ShowInHomePage" ma:index="8" nillable="true" ma:displayName="Uuendus avalehel" ma:internalName="Intra_ShowInHomePage">
      <xsd:simpleType>
        <xsd:restriction base="dms:Boolean"/>
      </xsd:simpleType>
    </xsd:element>
    <xsd:element name="SharedWithUsers" ma:index="9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A765CB-AEA4-4944-9D9C-5465F1EFB6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5cf102-593a-4c1d-a45f-7e5f40e6a8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68AB11-FFCC-4BA8-A134-26E7003FA6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EECFC7-4C9B-49B1-8CC3-8681ED02A4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Paber_algatuskiri põhjaga</Template>
  <TotalTime>0</TotalTime>
  <Pages>2</Pages>
  <Words>386</Words>
  <Characters>2240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Hooldustööd Tündre looduskaitsealal Gaasitorustiku kaitsevööndis</vt:lpstr>
      <vt:lpstr>Hooldustööd Tündre looduskaitsealal Gaasitorustiku kaitsevööndis</vt:lpstr>
    </vt:vector>
  </TitlesOfParts>
  <Company>Elering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Hooldus - ja remonttööd Kuninga-Rimmu looduskaitsealal</dc:title>
  <dc:subject/>
  <dc:creator>Kalev Salu</dc:creator>
  <cp:keywords/>
  <dc:description/>
  <cp:lastModifiedBy>Arvi Eevaste</cp:lastModifiedBy>
  <cp:revision>2</cp:revision>
  <cp:lastPrinted>2010-07-13T12:36:00Z</cp:lastPrinted>
  <dcterms:created xsi:type="dcterms:W3CDTF">2025-10-08T08:10:00Z</dcterms:created>
  <dcterms:modified xsi:type="dcterms:W3CDTF">2025-10-08T08:10:00Z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0x010100A7DD68EB9EFE734A95D0C4948AA8619A</vt:lpwstr>
  </property>
  <property fmtid="{D5CDD505-2E9C-101B-9397-08002B2CF9AE}" pid="3" name="Intra_ShowInHomePage">
    <vt:lpwstr/>
  </property>
</Properties>
</file>